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361606C6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E70F63">
        <w:rPr>
          <w:rFonts w:ascii="Corbel" w:hAnsi="Corbel"/>
          <w:b/>
          <w:smallCaps/>
          <w:sz w:val="24"/>
          <w:szCs w:val="24"/>
        </w:rPr>
        <w:t>2025/2026</w:t>
      </w:r>
      <w:r w:rsidR="009E605D">
        <w:rPr>
          <w:rFonts w:ascii="Corbel" w:hAnsi="Corbel"/>
          <w:b/>
          <w:smallCaps/>
          <w:sz w:val="24"/>
          <w:szCs w:val="24"/>
        </w:rPr>
        <w:t xml:space="preserve"> </w:t>
      </w:r>
      <w:r w:rsidR="00E70F63">
        <w:rPr>
          <w:rFonts w:ascii="Corbel" w:hAnsi="Corbel"/>
          <w:b/>
          <w:smallCaps/>
          <w:sz w:val="24"/>
          <w:szCs w:val="24"/>
        </w:rPr>
        <w:t>-</w:t>
      </w:r>
      <w:r w:rsidR="009E605D">
        <w:rPr>
          <w:rFonts w:ascii="Corbel" w:hAnsi="Corbel"/>
          <w:b/>
          <w:smallCaps/>
          <w:sz w:val="24"/>
          <w:szCs w:val="24"/>
        </w:rPr>
        <w:t xml:space="preserve"> </w:t>
      </w:r>
      <w:r w:rsidR="00E70F63">
        <w:rPr>
          <w:rFonts w:ascii="Corbel" w:hAnsi="Corbel"/>
          <w:b/>
          <w:smallCaps/>
          <w:sz w:val="24"/>
          <w:szCs w:val="24"/>
        </w:rPr>
        <w:t>2029/2030</w:t>
      </w:r>
    </w:p>
    <w:p w14:paraId="2E4C7D0B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765CE3C" w14:textId="70831B0E" w:rsidR="00445970" w:rsidRPr="00B169DF" w:rsidRDefault="00E70F6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E605D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9E605D">
        <w:rPr>
          <w:rFonts w:ascii="Corbel" w:hAnsi="Corbel"/>
          <w:sz w:val="20"/>
          <w:szCs w:val="20"/>
        </w:rPr>
        <w:t>8</w:t>
      </w:r>
      <w:r>
        <w:rPr>
          <w:rFonts w:ascii="Corbel" w:hAnsi="Corbel"/>
          <w:sz w:val="20"/>
          <w:szCs w:val="20"/>
        </w:rPr>
        <w:t>/202</w:t>
      </w:r>
      <w:r w:rsidR="009E605D">
        <w:rPr>
          <w:rFonts w:ascii="Corbel" w:hAnsi="Corbel"/>
          <w:sz w:val="20"/>
          <w:szCs w:val="20"/>
        </w:rPr>
        <w:t>9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B169DF" w:rsidRDefault="0071620A" w:rsidP="001379BF">
      <w:pPr>
        <w:pStyle w:val="Punktygwne"/>
        <w:spacing w:before="0" w:after="0"/>
        <w:ind w:left="-142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F56E355" w14:textId="77777777" w:rsidTr="00B819C8">
        <w:tc>
          <w:tcPr>
            <w:tcW w:w="2694" w:type="dxa"/>
            <w:vAlign w:val="center"/>
          </w:tcPr>
          <w:p w14:paraId="36A0BFC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EAD76A" w14:textId="173F9AC6" w:rsidR="0085747A" w:rsidRPr="009E605D" w:rsidRDefault="00E70F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E605D">
              <w:rPr>
                <w:rFonts w:ascii="Corbel" w:hAnsi="Corbel"/>
                <w:color w:val="auto"/>
                <w:sz w:val="24"/>
                <w:szCs w:val="24"/>
              </w:rPr>
              <w:t>Postępowanie cywilne</w:t>
            </w:r>
          </w:p>
        </w:tc>
      </w:tr>
      <w:tr w:rsidR="0085747A" w:rsidRPr="00B169DF" w14:paraId="652FD885" w14:textId="77777777" w:rsidTr="00B819C8">
        <w:tc>
          <w:tcPr>
            <w:tcW w:w="2694" w:type="dxa"/>
            <w:vAlign w:val="center"/>
          </w:tcPr>
          <w:p w14:paraId="435C2E5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698569" w14:textId="221BDF07" w:rsidR="0085747A" w:rsidRPr="00B169DF" w:rsidRDefault="00E70F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PRP32</w:t>
            </w:r>
          </w:p>
        </w:tc>
      </w:tr>
      <w:tr w:rsidR="0085747A" w:rsidRPr="00B169DF" w14:paraId="71BD2763" w14:textId="77777777" w:rsidTr="00B819C8">
        <w:tc>
          <w:tcPr>
            <w:tcW w:w="2694" w:type="dxa"/>
            <w:vAlign w:val="center"/>
          </w:tcPr>
          <w:p w14:paraId="77925C2D" w14:textId="77777777" w:rsidR="0085747A" w:rsidRPr="00B169DF" w:rsidRDefault="003B00F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E71FD6" w14:textId="2247DFDE" w:rsidR="0085747A" w:rsidRPr="00B169DF" w:rsidRDefault="00E70F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7F7A38C9" w14:textId="77777777" w:rsidTr="00B819C8">
        <w:tc>
          <w:tcPr>
            <w:tcW w:w="2694" w:type="dxa"/>
            <w:vAlign w:val="center"/>
          </w:tcPr>
          <w:p w14:paraId="009CE83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856B83" w14:textId="00D390C4" w:rsidR="0085747A" w:rsidRPr="00B169DF" w:rsidRDefault="00E70F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Postępowania Cywilnego</w:t>
            </w:r>
          </w:p>
        </w:tc>
      </w:tr>
      <w:tr w:rsidR="0085747A" w:rsidRPr="00B169DF" w14:paraId="714512BA" w14:textId="77777777" w:rsidTr="00B819C8">
        <w:tc>
          <w:tcPr>
            <w:tcW w:w="2694" w:type="dxa"/>
            <w:vAlign w:val="center"/>
          </w:tcPr>
          <w:p w14:paraId="0EE1653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F44697" w14:textId="0C4DCC2D" w:rsidR="0085747A" w:rsidRPr="00B169DF" w:rsidRDefault="00711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B169DF" w14:paraId="3F4578B4" w14:textId="77777777" w:rsidTr="00B819C8">
        <w:tc>
          <w:tcPr>
            <w:tcW w:w="2694" w:type="dxa"/>
            <w:vAlign w:val="center"/>
          </w:tcPr>
          <w:p w14:paraId="01EC5DC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D6B75E" w14:textId="62551D0F" w:rsidR="0085747A" w:rsidRPr="00B169DF" w:rsidRDefault="00711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B169DF" w14:paraId="72A34C14" w14:textId="77777777" w:rsidTr="00B819C8">
        <w:tc>
          <w:tcPr>
            <w:tcW w:w="2694" w:type="dxa"/>
            <w:vAlign w:val="center"/>
          </w:tcPr>
          <w:p w14:paraId="67345CE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DD80CE" w14:textId="3DA7A685" w:rsidR="0085747A" w:rsidRPr="00B169DF" w:rsidRDefault="00711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11561" w:rsidRPr="00B169DF" w14:paraId="40738371" w14:textId="77777777" w:rsidTr="00B819C8">
        <w:tc>
          <w:tcPr>
            <w:tcW w:w="2694" w:type="dxa"/>
            <w:vAlign w:val="center"/>
          </w:tcPr>
          <w:p w14:paraId="7DAA9505" w14:textId="77777777" w:rsidR="00711561" w:rsidRPr="00B169DF" w:rsidRDefault="007115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3E777" w14:textId="60BED8BC" w:rsidR="00711561" w:rsidRPr="00B169DF" w:rsidRDefault="00711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711561" w:rsidRPr="00B169DF" w14:paraId="599CB0B7" w14:textId="77777777" w:rsidTr="00B819C8">
        <w:tc>
          <w:tcPr>
            <w:tcW w:w="2694" w:type="dxa"/>
            <w:vAlign w:val="center"/>
          </w:tcPr>
          <w:p w14:paraId="2A865D45" w14:textId="77777777" w:rsidR="00711561" w:rsidRPr="00B169DF" w:rsidRDefault="007115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B4E406" w14:textId="14C7E3E5" w:rsidR="00711561" w:rsidRPr="00B169DF" w:rsidRDefault="00711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 i VIII</w:t>
            </w:r>
          </w:p>
        </w:tc>
      </w:tr>
      <w:tr w:rsidR="00711561" w:rsidRPr="00B169DF" w14:paraId="71B7D949" w14:textId="77777777" w:rsidTr="00B819C8">
        <w:tc>
          <w:tcPr>
            <w:tcW w:w="2694" w:type="dxa"/>
            <w:vAlign w:val="center"/>
          </w:tcPr>
          <w:p w14:paraId="6B34441B" w14:textId="77777777" w:rsidR="00711561" w:rsidRPr="00B169DF" w:rsidRDefault="007115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5A1AA" w14:textId="7DEBA58C" w:rsidR="00711561" w:rsidRPr="00B169DF" w:rsidRDefault="00711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Obowiązkowy </w:t>
            </w:r>
          </w:p>
        </w:tc>
      </w:tr>
      <w:tr w:rsidR="00711561" w:rsidRPr="00B169DF" w14:paraId="4270EDDA" w14:textId="77777777" w:rsidTr="00B819C8">
        <w:tc>
          <w:tcPr>
            <w:tcW w:w="2694" w:type="dxa"/>
            <w:vAlign w:val="center"/>
          </w:tcPr>
          <w:p w14:paraId="3517C041" w14:textId="77777777" w:rsidR="00711561" w:rsidRPr="00B169DF" w:rsidRDefault="007115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374578" w14:textId="543AECBC" w:rsidR="00711561" w:rsidRPr="00B169DF" w:rsidRDefault="00711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11561" w:rsidRPr="00B169DF" w14:paraId="1AF54BA1" w14:textId="77777777" w:rsidTr="00B819C8">
        <w:tc>
          <w:tcPr>
            <w:tcW w:w="2694" w:type="dxa"/>
            <w:vAlign w:val="center"/>
          </w:tcPr>
          <w:p w14:paraId="01619559" w14:textId="77777777" w:rsidR="00711561" w:rsidRPr="00B169DF" w:rsidRDefault="007115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AB1FF2" w14:textId="7398D251" w:rsidR="00711561" w:rsidRPr="00B169DF" w:rsidRDefault="00711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Anna Kościółek</w:t>
            </w:r>
          </w:p>
        </w:tc>
      </w:tr>
      <w:tr w:rsidR="00711561" w:rsidRPr="00B169DF" w14:paraId="58CA0C71" w14:textId="77777777" w:rsidTr="00B819C8">
        <w:tc>
          <w:tcPr>
            <w:tcW w:w="2694" w:type="dxa"/>
            <w:vAlign w:val="center"/>
          </w:tcPr>
          <w:p w14:paraId="4F630DC2" w14:textId="77777777" w:rsidR="00711561" w:rsidRPr="00B169DF" w:rsidRDefault="007115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139864" w14:textId="31AAC40B" w:rsidR="00711561" w:rsidRPr="00B169DF" w:rsidRDefault="00711561" w:rsidP="00CB2A64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Anna Kościółek</w:t>
            </w:r>
            <w:r w:rsidR="00CB2A6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E70F18"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</w:t>
            </w:r>
            <w:r w:rsidR="00E70F1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Aneta Arkuszewska,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Janda, mgr Katarzyna Kajmowicz</w:t>
            </w:r>
          </w:p>
        </w:tc>
      </w:tr>
    </w:tbl>
    <w:p w14:paraId="5A4C3C44" w14:textId="77777777" w:rsidR="0085747A" w:rsidRPr="00B169DF" w:rsidRDefault="0085747A" w:rsidP="009E605D">
      <w:pPr>
        <w:pStyle w:val="Podpunkty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9B0E82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018D6263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</w:t>
      </w:r>
      <w:r w:rsidR="009E605D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69D351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69D4B0DC" w14:textId="77777777" w:rsidTr="009E605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A3F6" w14:textId="77777777" w:rsidR="00015B8F" w:rsidRPr="00B169DF" w:rsidRDefault="00015B8F" w:rsidP="009E60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9E60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9E60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9E60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9E60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9E60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9E60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9E60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9E60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9E60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B169DF" w:rsidRDefault="00015B8F" w:rsidP="009E60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11561" w:rsidRPr="00B169DF" w14:paraId="262CE839" w14:textId="77777777" w:rsidTr="009E605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782A7FED" w:rsidR="00711561" w:rsidRPr="00B169DF" w:rsidRDefault="00711561" w:rsidP="009E60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70B1DAF3" w:rsidR="00711561" w:rsidRPr="00B169DF" w:rsidRDefault="00711561" w:rsidP="009E60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275D3EB9" w:rsidR="00711561" w:rsidRPr="00B169DF" w:rsidRDefault="00711561" w:rsidP="009E60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77777777" w:rsidR="00711561" w:rsidRPr="00B169DF" w:rsidRDefault="00711561" w:rsidP="009E60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711561" w:rsidRPr="00B169DF" w:rsidRDefault="00711561" w:rsidP="009E60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711561" w:rsidRPr="00B169DF" w:rsidRDefault="00711561" w:rsidP="009E60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711561" w:rsidRPr="00B169DF" w:rsidRDefault="00711561" w:rsidP="009E60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711561" w:rsidRPr="00B169DF" w:rsidRDefault="00711561" w:rsidP="009E60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711561" w:rsidRPr="00B169DF" w:rsidRDefault="00711561" w:rsidP="009E60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3F3BFB4D" w:rsidR="00711561" w:rsidRPr="00B169DF" w:rsidRDefault="00711561" w:rsidP="009E60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11561" w:rsidRPr="00B169DF" w14:paraId="1562F175" w14:textId="77777777" w:rsidTr="009E605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A1FC" w14:textId="7B24865F" w:rsidR="00711561" w:rsidRPr="00B169DF" w:rsidRDefault="00711561" w:rsidP="009E60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FAC4" w14:textId="722987A6" w:rsidR="00711561" w:rsidRPr="00B169DF" w:rsidRDefault="00711561" w:rsidP="009E60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81036" w14:textId="3E45D062" w:rsidR="00711561" w:rsidRPr="00B169DF" w:rsidRDefault="00711561" w:rsidP="009E60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CDBE" w14:textId="77777777" w:rsidR="00711561" w:rsidRPr="00B169DF" w:rsidRDefault="00711561" w:rsidP="009E60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E20B" w14:textId="77777777" w:rsidR="00711561" w:rsidRPr="00B169DF" w:rsidRDefault="00711561" w:rsidP="009E60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88C0" w14:textId="77777777" w:rsidR="00711561" w:rsidRPr="00B169DF" w:rsidRDefault="00711561" w:rsidP="009E60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15E7" w14:textId="77777777" w:rsidR="00711561" w:rsidRPr="00B169DF" w:rsidRDefault="00711561" w:rsidP="009E60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04D4" w14:textId="77777777" w:rsidR="00711561" w:rsidRPr="00B169DF" w:rsidRDefault="00711561" w:rsidP="009E60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FE8C" w14:textId="77777777" w:rsidR="00711561" w:rsidRPr="00B169DF" w:rsidRDefault="00711561" w:rsidP="009E60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3048" w14:textId="6E8A9800" w:rsidR="00711561" w:rsidRPr="00B169DF" w:rsidRDefault="00711561" w:rsidP="009E60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D5CAEE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4AEEC47C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77FCF16D" w14:textId="77777777" w:rsidR="009E605D" w:rsidRPr="00B169DF" w:rsidRDefault="009E605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FF65C6" w14:textId="61193D2C" w:rsidR="0085747A" w:rsidRPr="00B169DF" w:rsidRDefault="0071156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78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F04035" w14:textId="2805061E" w:rsidR="0085747A" w:rsidRPr="00B169DF" w:rsidRDefault="009E605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  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DC250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004A3FCA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1.3</w:t>
      </w:r>
      <w:r w:rsidR="009E605D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7E4DF9" w14:textId="77777777" w:rsidR="00711561" w:rsidRPr="00B169DF" w:rsidRDefault="007115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A14F889" w14:textId="2C323A46" w:rsidR="001379BF" w:rsidRDefault="001379BF" w:rsidP="001379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Semestr VII - wykład: zaliczenie bez oceny, ćwiczenia: </w:t>
      </w:r>
      <w:r w:rsidRPr="00B169DF">
        <w:rPr>
          <w:rFonts w:ascii="Corbel" w:hAnsi="Corbel"/>
          <w:b w:val="0"/>
          <w:smallCaps w:val="0"/>
          <w:szCs w:val="24"/>
        </w:rPr>
        <w:t>zaliczenie z oceną</w:t>
      </w:r>
    </w:p>
    <w:p w14:paraId="618F642D" w14:textId="15908CB6" w:rsidR="001379BF" w:rsidRDefault="001379BF" w:rsidP="001379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Semestr VIII - wykład: egzamin, ćwiczenia: </w:t>
      </w:r>
      <w:r w:rsidRPr="00B169DF">
        <w:rPr>
          <w:rFonts w:ascii="Corbel" w:hAnsi="Corbel"/>
          <w:b w:val="0"/>
          <w:smallCaps w:val="0"/>
          <w:szCs w:val="24"/>
        </w:rPr>
        <w:t>zaliczenie z oceną</w:t>
      </w:r>
    </w:p>
    <w:p w14:paraId="0610993B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2635DBD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9E605D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>Wymagania wstępne</w:t>
      </w:r>
    </w:p>
    <w:p w14:paraId="6F00D3B1" w14:textId="77777777" w:rsidR="009E605D" w:rsidRPr="00B169DF" w:rsidRDefault="009E605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6"/>
      </w:tblGrid>
      <w:tr w:rsidR="0085747A" w:rsidRPr="00B169DF" w14:paraId="039935C6" w14:textId="77777777" w:rsidTr="002465F7">
        <w:tc>
          <w:tcPr>
            <w:tcW w:w="9386" w:type="dxa"/>
          </w:tcPr>
          <w:p w14:paraId="74D75307" w14:textId="1571DAC9" w:rsidR="0085747A" w:rsidRPr="00B169DF" w:rsidRDefault="00711561" w:rsidP="009E60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Podstawowa wiedza</w:t>
            </w: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zakresu </w:t>
            </w:r>
            <w:r w:rsidRPr="000074D5">
              <w:rPr>
                <w:rFonts w:ascii="Corbel" w:hAnsi="Corbel"/>
                <w:b w:val="0"/>
                <w:smallCaps w:val="0"/>
                <w:szCs w:val="24"/>
              </w:rPr>
              <w:t>prawa cywilnego – części ogólnej, prawa rzeczoweg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o, zobowiązań, prawa spadkowego oraz</w:t>
            </w: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 prawa rodzinnego </w:t>
            </w:r>
          </w:p>
        </w:tc>
      </w:tr>
    </w:tbl>
    <w:p w14:paraId="27B094B8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461BA1" w14:textId="0B38A918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>, treści Programowe i stosowane metody Dydaktyczne</w:t>
      </w:r>
    </w:p>
    <w:p w14:paraId="689EBF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72F9EFF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9E605D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9E605D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11561" w:rsidRPr="000074D5" w14:paraId="5281946F" w14:textId="77777777" w:rsidTr="000F663B">
        <w:tc>
          <w:tcPr>
            <w:tcW w:w="675" w:type="dxa"/>
            <w:vAlign w:val="center"/>
          </w:tcPr>
          <w:p w14:paraId="457A6379" w14:textId="7977DC53" w:rsidR="00711561" w:rsidRPr="000074D5" w:rsidRDefault="00711561" w:rsidP="009E605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14:paraId="0346E9BC" w14:textId="77777777" w:rsidR="00711561" w:rsidRPr="009E605D" w:rsidRDefault="00711561" w:rsidP="009E60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9E605D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Zapoznanie studentów z czynnościami procesowymi stron, sądu i innych uczestników procesu cywilnego </w:t>
            </w:r>
          </w:p>
        </w:tc>
      </w:tr>
      <w:tr w:rsidR="00711561" w:rsidRPr="000074D5" w14:paraId="0E617625" w14:textId="77777777" w:rsidTr="000F663B">
        <w:tc>
          <w:tcPr>
            <w:tcW w:w="675" w:type="dxa"/>
            <w:vAlign w:val="center"/>
          </w:tcPr>
          <w:p w14:paraId="50283693" w14:textId="77777777" w:rsidR="00711561" w:rsidRPr="000074D5" w:rsidRDefault="00711561" w:rsidP="009E605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31C2847D" w14:textId="77777777" w:rsidR="00711561" w:rsidRPr="009E605D" w:rsidRDefault="00711561" w:rsidP="009E60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9E605D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Przedstawienie studentom specyfiki poszczególnych postępowań odrębnych </w:t>
            </w:r>
          </w:p>
        </w:tc>
      </w:tr>
      <w:tr w:rsidR="00711561" w:rsidRPr="000074D5" w14:paraId="280B0626" w14:textId="77777777" w:rsidTr="000F663B">
        <w:tc>
          <w:tcPr>
            <w:tcW w:w="675" w:type="dxa"/>
            <w:vAlign w:val="center"/>
          </w:tcPr>
          <w:p w14:paraId="4BFE2EE6" w14:textId="77777777" w:rsidR="00711561" w:rsidRPr="000074D5" w:rsidRDefault="00711561" w:rsidP="009E605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715A1601" w14:textId="77777777" w:rsidR="00711561" w:rsidRPr="009E605D" w:rsidRDefault="00711561" w:rsidP="009E60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9E605D">
              <w:rPr>
                <w:rFonts w:ascii="Corbel" w:hAnsi="Corbel"/>
                <w:b w:val="0"/>
                <w:iCs/>
                <w:sz w:val="24"/>
                <w:szCs w:val="24"/>
              </w:rPr>
              <w:t>Zaprezentowanie studentom zasad udzielania ochrony prawnej w postępowaniu nieprocesowym - drugim obok procesu trybie postępowania rozpoznawczego</w:t>
            </w:r>
            <w:r w:rsidRPr="009E605D">
              <w:rPr>
                <w:rFonts w:ascii="Corbel" w:eastAsia="Calibri" w:hAnsi="Corbel"/>
                <w:b w:val="0"/>
                <w:iCs/>
                <w:sz w:val="24"/>
                <w:szCs w:val="24"/>
                <w:lang w:eastAsia="en-US"/>
              </w:rPr>
              <w:t xml:space="preserve"> </w:t>
            </w:r>
            <w:r w:rsidRPr="009E605D">
              <w:rPr>
                <w:rFonts w:ascii="Corbel" w:hAnsi="Corbel"/>
                <w:b w:val="0"/>
                <w:iCs/>
                <w:sz w:val="24"/>
                <w:szCs w:val="24"/>
              </w:rPr>
              <w:t>oraz zapoznanie studentów z rodzajami spraw cywilnych rozpatrywanych w tym postępowaniu</w:t>
            </w:r>
          </w:p>
        </w:tc>
      </w:tr>
      <w:tr w:rsidR="00711561" w:rsidRPr="000074D5" w14:paraId="75B871FF" w14:textId="77777777" w:rsidTr="000F663B">
        <w:tc>
          <w:tcPr>
            <w:tcW w:w="675" w:type="dxa"/>
            <w:vAlign w:val="center"/>
          </w:tcPr>
          <w:p w14:paraId="49F794EE" w14:textId="77777777" w:rsidR="00711561" w:rsidRPr="000074D5" w:rsidRDefault="00711561" w:rsidP="009E605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3A193FFC" w14:textId="77777777" w:rsidR="00711561" w:rsidRPr="009E605D" w:rsidRDefault="00711561" w:rsidP="009E60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9E605D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Przekazanie studentom wiedzy z zakresu postępowania zabezpieczającego i egzekucyjnego </w:t>
            </w:r>
          </w:p>
        </w:tc>
      </w:tr>
      <w:tr w:rsidR="00711561" w:rsidRPr="000074D5" w14:paraId="4377AE58" w14:textId="77777777" w:rsidTr="000F663B">
        <w:tc>
          <w:tcPr>
            <w:tcW w:w="675" w:type="dxa"/>
            <w:vAlign w:val="center"/>
          </w:tcPr>
          <w:p w14:paraId="3FFA4078" w14:textId="77777777" w:rsidR="00711561" w:rsidRPr="000074D5" w:rsidRDefault="00711561" w:rsidP="009E605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7E8806BE" w14:textId="77777777" w:rsidR="00711561" w:rsidRPr="009E605D" w:rsidRDefault="00711561" w:rsidP="009E60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9E605D">
              <w:rPr>
                <w:rFonts w:ascii="Corbel" w:hAnsi="Corbel"/>
                <w:b w:val="0"/>
                <w:iCs/>
                <w:sz w:val="24"/>
                <w:szCs w:val="24"/>
              </w:rPr>
              <w:t>Ukształtowanie u studentów umiejętności sporządzania pism procesowych (pozwów, wniosków, orzeczeń, środków zaskarżenia)</w:t>
            </w:r>
          </w:p>
        </w:tc>
      </w:tr>
    </w:tbl>
    <w:p w14:paraId="1F793FB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47DAFC" w14:textId="77777777" w:rsidR="009E605D" w:rsidRPr="00B169DF" w:rsidRDefault="009E605D" w:rsidP="009E605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Efekty uczenia się dla przedmiotu</w:t>
      </w:r>
      <w:r w:rsidRPr="00B169DF">
        <w:rPr>
          <w:rFonts w:ascii="Corbel" w:hAnsi="Corbel"/>
          <w:sz w:val="24"/>
          <w:szCs w:val="24"/>
        </w:rPr>
        <w:t xml:space="preserve"> </w:t>
      </w:r>
    </w:p>
    <w:p w14:paraId="60A8F273" w14:textId="77777777" w:rsidR="009E605D" w:rsidRPr="00B169DF" w:rsidRDefault="009E605D" w:rsidP="009E605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108"/>
        <w:gridCol w:w="1851"/>
      </w:tblGrid>
      <w:tr w:rsidR="009E605D" w:rsidRPr="00814DBB" w14:paraId="7CCC7C69" w14:textId="77777777" w:rsidTr="007365FC">
        <w:tc>
          <w:tcPr>
            <w:tcW w:w="1447" w:type="dxa"/>
            <w:vAlign w:val="center"/>
          </w:tcPr>
          <w:p w14:paraId="4C6A1E30" w14:textId="77777777" w:rsidR="009E605D" w:rsidRPr="0045696A" w:rsidRDefault="009E605D" w:rsidP="007365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smallCaps w:val="0"/>
                <w:sz w:val="23"/>
                <w:szCs w:val="23"/>
              </w:rPr>
              <w:t>EK</w:t>
            </w: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 (efekt uczenia się)</w:t>
            </w:r>
          </w:p>
        </w:tc>
        <w:tc>
          <w:tcPr>
            <w:tcW w:w="6108" w:type="dxa"/>
            <w:vAlign w:val="center"/>
          </w:tcPr>
          <w:p w14:paraId="1E14ED4F" w14:textId="77777777" w:rsidR="009E605D" w:rsidRPr="00814DBB" w:rsidRDefault="009E605D" w:rsidP="007365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Treść efektu uczenia się zdefiniowanego dla przedmiotu</w:t>
            </w:r>
          </w:p>
        </w:tc>
        <w:tc>
          <w:tcPr>
            <w:tcW w:w="1851" w:type="dxa"/>
            <w:vAlign w:val="center"/>
          </w:tcPr>
          <w:p w14:paraId="23E0A952" w14:textId="77777777" w:rsidR="009E605D" w:rsidRPr="00814DBB" w:rsidRDefault="009E605D" w:rsidP="007365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Odniesienie do efektów  kierunkowych</w:t>
            </w:r>
          </w:p>
        </w:tc>
      </w:tr>
      <w:tr w:rsidR="009E605D" w:rsidRPr="00814DBB" w14:paraId="00C5E9E3" w14:textId="77777777" w:rsidTr="007365FC">
        <w:tc>
          <w:tcPr>
            <w:tcW w:w="1447" w:type="dxa"/>
          </w:tcPr>
          <w:p w14:paraId="4BCDCF3D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EK_01</w:t>
            </w:r>
          </w:p>
        </w:tc>
        <w:tc>
          <w:tcPr>
            <w:tcW w:w="6108" w:type="dxa"/>
          </w:tcPr>
          <w:p w14:paraId="3194442F" w14:textId="77777777" w:rsidR="009E605D" w:rsidRPr="00E90E82" w:rsidRDefault="009E605D" w:rsidP="007365FC">
            <w:pPr>
              <w:pStyle w:val="Punktygwne"/>
              <w:spacing w:before="0" w:after="0"/>
              <w:ind w:left="-42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E90E82">
              <w:rPr>
                <w:rFonts w:ascii="Corbel" w:hAnsi="Corbel" w:cs="Corbel"/>
                <w:b w:val="0"/>
                <w:bCs/>
                <w:smallCaps w:val="0"/>
                <w:color w:val="000000"/>
                <w:sz w:val="22"/>
                <w:lang w:eastAsia="pl-PL"/>
              </w:rPr>
              <w:t>Ma pogłębioną i rozszerzoną wiedzę o charakterze postępowania cywilnego, jego  usytuowaniu oraz znaczeniu w systemie nauk oraz o jego relacjach do innych nauk</w:t>
            </w:r>
          </w:p>
        </w:tc>
        <w:tc>
          <w:tcPr>
            <w:tcW w:w="1851" w:type="dxa"/>
          </w:tcPr>
          <w:p w14:paraId="20087D91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K_W01</w:t>
            </w:r>
          </w:p>
        </w:tc>
      </w:tr>
      <w:tr w:rsidR="009E605D" w:rsidRPr="00814DBB" w14:paraId="7693C512" w14:textId="77777777" w:rsidTr="007365FC">
        <w:tc>
          <w:tcPr>
            <w:tcW w:w="1447" w:type="dxa"/>
          </w:tcPr>
          <w:p w14:paraId="43AA6482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EK_02</w:t>
            </w:r>
          </w:p>
        </w:tc>
        <w:tc>
          <w:tcPr>
            <w:tcW w:w="6108" w:type="dxa"/>
          </w:tcPr>
          <w:p w14:paraId="7ADEAE29" w14:textId="77777777" w:rsidR="009E605D" w:rsidRPr="00E90E82" w:rsidRDefault="009E605D" w:rsidP="007365FC">
            <w:pPr>
              <w:pStyle w:val="Punktygwne"/>
              <w:spacing w:before="0" w:after="0"/>
              <w:ind w:left="-42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E90E82">
              <w:rPr>
                <w:rFonts w:ascii="Corbel" w:hAnsi="Corbel" w:cs="Corbel"/>
                <w:b w:val="0"/>
                <w:bCs/>
                <w:smallCaps w:val="0"/>
                <w:color w:val="000000"/>
                <w:sz w:val="22"/>
                <w:lang w:eastAsia="pl-PL"/>
              </w:rPr>
              <w:t>Ma pogłębioną i rozszerzoną wiedzę na temat norm, reguł i instytucji prawnych z zakresu postępowania cywilnego</w:t>
            </w:r>
          </w:p>
        </w:tc>
        <w:tc>
          <w:tcPr>
            <w:tcW w:w="1851" w:type="dxa"/>
          </w:tcPr>
          <w:p w14:paraId="4BCC4584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K_W02</w:t>
            </w:r>
          </w:p>
        </w:tc>
      </w:tr>
      <w:tr w:rsidR="009E605D" w:rsidRPr="00814DBB" w14:paraId="50930D65" w14:textId="77777777" w:rsidTr="007365FC">
        <w:tc>
          <w:tcPr>
            <w:tcW w:w="1447" w:type="dxa"/>
          </w:tcPr>
          <w:p w14:paraId="1DFC47DD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EK_03</w:t>
            </w:r>
          </w:p>
        </w:tc>
        <w:tc>
          <w:tcPr>
            <w:tcW w:w="6108" w:type="dxa"/>
          </w:tcPr>
          <w:p w14:paraId="725DBABB" w14:textId="77777777" w:rsidR="009E605D" w:rsidRPr="00E90E82" w:rsidRDefault="009E605D" w:rsidP="007365FC">
            <w:pPr>
              <w:pStyle w:val="Punktygwne"/>
              <w:spacing w:before="0" w:after="0"/>
              <w:ind w:left="-42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E90E82">
              <w:rPr>
                <w:rFonts w:ascii="Corbel" w:hAnsi="Corbel" w:cs="Corbel"/>
                <w:b w:val="0"/>
                <w:bCs/>
                <w:smallCaps w:val="0"/>
                <w:color w:val="000000"/>
                <w:sz w:val="22"/>
                <w:lang w:eastAsia="pl-PL"/>
              </w:rPr>
              <w:t>Ma pogłębioną wiedzę na temat źródeł i instytucji postępowania cywilnego oraz relacji pomiędzy prawem UE a prawem polskim</w:t>
            </w:r>
          </w:p>
        </w:tc>
        <w:tc>
          <w:tcPr>
            <w:tcW w:w="1851" w:type="dxa"/>
          </w:tcPr>
          <w:p w14:paraId="10D182C9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K_W03</w:t>
            </w:r>
          </w:p>
        </w:tc>
      </w:tr>
      <w:tr w:rsidR="009E605D" w:rsidRPr="00814DBB" w14:paraId="1952B3D0" w14:textId="77777777" w:rsidTr="007365FC">
        <w:tc>
          <w:tcPr>
            <w:tcW w:w="1447" w:type="dxa"/>
          </w:tcPr>
          <w:p w14:paraId="3475B442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EK_04</w:t>
            </w:r>
          </w:p>
        </w:tc>
        <w:tc>
          <w:tcPr>
            <w:tcW w:w="6108" w:type="dxa"/>
          </w:tcPr>
          <w:p w14:paraId="22911647" w14:textId="77777777" w:rsidR="009E605D" w:rsidRPr="00E90E82" w:rsidRDefault="009E605D" w:rsidP="007365FC">
            <w:pPr>
              <w:pStyle w:val="Punktygwne"/>
              <w:spacing w:before="0" w:after="0"/>
              <w:ind w:left="-42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E90E82">
              <w:rPr>
                <w:rFonts w:ascii="Corbel" w:hAnsi="Corbel" w:cs="Corbel"/>
                <w:b w:val="0"/>
                <w:bCs/>
                <w:smallCaps w:val="0"/>
                <w:color w:val="000000"/>
                <w:sz w:val="22"/>
                <w:lang w:eastAsia="pl-PL"/>
              </w:rPr>
              <w:t>Ma pogłębioną wiedzę na temat procesów stanowienia prawa procesowego cywilnego</w:t>
            </w:r>
          </w:p>
        </w:tc>
        <w:tc>
          <w:tcPr>
            <w:tcW w:w="1851" w:type="dxa"/>
          </w:tcPr>
          <w:p w14:paraId="33107484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K_W04</w:t>
            </w:r>
          </w:p>
        </w:tc>
      </w:tr>
      <w:tr w:rsidR="009E605D" w:rsidRPr="00814DBB" w14:paraId="0A928DDF" w14:textId="77777777" w:rsidTr="007365FC">
        <w:tc>
          <w:tcPr>
            <w:tcW w:w="1447" w:type="dxa"/>
          </w:tcPr>
          <w:p w14:paraId="14C8ED76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EK_05</w:t>
            </w:r>
          </w:p>
        </w:tc>
        <w:tc>
          <w:tcPr>
            <w:tcW w:w="6108" w:type="dxa"/>
          </w:tcPr>
          <w:p w14:paraId="7B4A7280" w14:textId="77777777" w:rsidR="009E605D" w:rsidRPr="00E90E82" w:rsidRDefault="009E605D" w:rsidP="007365FC">
            <w:pPr>
              <w:autoSpaceDE w:val="0"/>
              <w:autoSpaceDN w:val="0"/>
              <w:adjustRightInd w:val="0"/>
              <w:spacing w:after="0" w:line="240" w:lineRule="auto"/>
              <w:ind w:left="-42"/>
              <w:rPr>
                <w:rFonts w:ascii="Corbel" w:hAnsi="Corbel" w:cs="Corbel"/>
                <w:color w:val="000000"/>
                <w:lang w:eastAsia="pl-PL"/>
              </w:rPr>
            </w:pPr>
            <w:r w:rsidRPr="00E90E82">
              <w:rPr>
                <w:rFonts w:ascii="Corbel" w:hAnsi="Corbel" w:cs="Corbel"/>
                <w:color w:val="000000"/>
                <w:lang w:eastAsia="pl-PL"/>
              </w:rPr>
              <w:t>Ma pogłębioną wiedzę na temat procesów stosowania prawa procesowego cywilnego</w:t>
            </w:r>
          </w:p>
        </w:tc>
        <w:tc>
          <w:tcPr>
            <w:tcW w:w="1851" w:type="dxa"/>
          </w:tcPr>
          <w:p w14:paraId="72177FE6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b w:val="0"/>
                <w:sz w:val="23"/>
                <w:szCs w:val="23"/>
              </w:rPr>
              <w:t>K_W05</w:t>
            </w:r>
          </w:p>
        </w:tc>
      </w:tr>
      <w:tr w:rsidR="009E605D" w:rsidRPr="00814DBB" w14:paraId="36C451D1" w14:textId="77777777" w:rsidTr="007365FC">
        <w:tc>
          <w:tcPr>
            <w:tcW w:w="1447" w:type="dxa"/>
          </w:tcPr>
          <w:p w14:paraId="33596C78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EK_06</w:t>
            </w:r>
          </w:p>
        </w:tc>
        <w:tc>
          <w:tcPr>
            <w:tcW w:w="6108" w:type="dxa"/>
          </w:tcPr>
          <w:p w14:paraId="08A303E0" w14:textId="77777777" w:rsidR="009E605D" w:rsidRPr="00E90E82" w:rsidRDefault="009E605D" w:rsidP="007365FC">
            <w:pPr>
              <w:autoSpaceDE w:val="0"/>
              <w:autoSpaceDN w:val="0"/>
              <w:adjustRightInd w:val="0"/>
              <w:spacing w:after="0" w:line="240" w:lineRule="auto"/>
              <w:ind w:left="-42"/>
              <w:rPr>
                <w:rFonts w:ascii="Corbel" w:hAnsi="Corbel" w:cs="Corbel"/>
                <w:color w:val="000000"/>
                <w:lang w:eastAsia="pl-PL"/>
              </w:rPr>
            </w:pPr>
            <w:r w:rsidRPr="00E90E82">
              <w:rPr>
                <w:rFonts w:ascii="Corbel" w:hAnsi="Corbel" w:cs="Corbel"/>
                <w:color w:val="000000"/>
                <w:lang w:eastAsia="pl-PL"/>
              </w:rPr>
              <w:t xml:space="preserve">Zna i rozumie terminologię właściwą dla języka prawnego i prawniczego oraz zna i rozumie podstawowe pojęcia jakimi posługują się procedura cywilna </w:t>
            </w:r>
          </w:p>
        </w:tc>
        <w:tc>
          <w:tcPr>
            <w:tcW w:w="1851" w:type="dxa"/>
          </w:tcPr>
          <w:p w14:paraId="70D85867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b w:val="0"/>
                <w:sz w:val="23"/>
                <w:szCs w:val="23"/>
              </w:rPr>
              <w:t>K_W06</w:t>
            </w:r>
          </w:p>
        </w:tc>
      </w:tr>
      <w:tr w:rsidR="009E605D" w:rsidRPr="00814DBB" w14:paraId="7EE91020" w14:textId="77777777" w:rsidTr="007365FC">
        <w:tc>
          <w:tcPr>
            <w:tcW w:w="1447" w:type="dxa"/>
          </w:tcPr>
          <w:p w14:paraId="24839612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EK_07</w:t>
            </w:r>
          </w:p>
        </w:tc>
        <w:tc>
          <w:tcPr>
            <w:tcW w:w="6108" w:type="dxa"/>
          </w:tcPr>
          <w:p w14:paraId="6720ED87" w14:textId="77777777" w:rsidR="009E605D" w:rsidRPr="00E90E82" w:rsidRDefault="009E605D" w:rsidP="007365FC">
            <w:pPr>
              <w:autoSpaceDE w:val="0"/>
              <w:autoSpaceDN w:val="0"/>
              <w:adjustRightInd w:val="0"/>
              <w:spacing w:after="0" w:line="240" w:lineRule="auto"/>
              <w:ind w:left="-42"/>
              <w:rPr>
                <w:rFonts w:ascii="Corbel" w:hAnsi="Corbel" w:cs="Corbel"/>
                <w:color w:val="000000"/>
                <w:lang w:eastAsia="pl-PL"/>
              </w:rPr>
            </w:pPr>
            <w:r w:rsidRPr="00E90E82">
              <w:rPr>
                <w:rFonts w:ascii="Corbel" w:hAnsi="Corbel" w:cs="Corbel"/>
                <w:color w:val="000000"/>
                <w:lang w:eastAsia="pl-PL"/>
              </w:rPr>
              <w:t>Ma rozszerzoną wiedzę na temat struktur i instytucji procesu cywilnego</w:t>
            </w:r>
          </w:p>
        </w:tc>
        <w:tc>
          <w:tcPr>
            <w:tcW w:w="1851" w:type="dxa"/>
          </w:tcPr>
          <w:p w14:paraId="75454EB3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b w:val="0"/>
                <w:sz w:val="23"/>
                <w:szCs w:val="23"/>
              </w:rPr>
              <w:t>K_W07</w:t>
            </w:r>
          </w:p>
        </w:tc>
      </w:tr>
      <w:tr w:rsidR="009E605D" w:rsidRPr="00814DBB" w14:paraId="1AF24A25" w14:textId="77777777" w:rsidTr="007365FC">
        <w:tc>
          <w:tcPr>
            <w:tcW w:w="1447" w:type="dxa"/>
          </w:tcPr>
          <w:p w14:paraId="4E1C996E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EK_08</w:t>
            </w:r>
          </w:p>
        </w:tc>
        <w:tc>
          <w:tcPr>
            <w:tcW w:w="6108" w:type="dxa"/>
          </w:tcPr>
          <w:p w14:paraId="3A36E9E7" w14:textId="77777777" w:rsidR="009E605D" w:rsidRPr="00E90E82" w:rsidRDefault="009E605D" w:rsidP="007365FC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E90E82">
              <w:rPr>
                <w:rFonts w:ascii="Corbel" w:hAnsi="Corbel"/>
                <w:sz w:val="22"/>
                <w:szCs w:val="22"/>
              </w:rPr>
              <w:t xml:space="preserve">Ma pogłębioną wiedzę na temat zasad i norm etycznych oraz etyki zawodowej </w:t>
            </w:r>
          </w:p>
        </w:tc>
        <w:tc>
          <w:tcPr>
            <w:tcW w:w="1851" w:type="dxa"/>
          </w:tcPr>
          <w:p w14:paraId="67B80DB2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b w:val="0"/>
                <w:sz w:val="23"/>
                <w:szCs w:val="23"/>
              </w:rPr>
              <w:t>K_W09</w:t>
            </w:r>
          </w:p>
        </w:tc>
      </w:tr>
      <w:tr w:rsidR="009E605D" w:rsidRPr="00814DBB" w14:paraId="49AA9825" w14:textId="77777777" w:rsidTr="007365FC">
        <w:tc>
          <w:tcPr>
            <w:tcW w:w="1447" w:type="dxa"/>
          </w:tcPr>
          <w:p w14:paraId="683862A2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EK_09</w:t>
            </w:r>
          </w:p>
        </w:tc>
        <w:tc>
          <w:tcPr>
            <w:tcW w:w="6108" w:type="dxa"/>
          </w:tcPr>
          <w:p w14:paraId="562CBDE9" w14:textId="77777777" w:rsidR="009E605D" w:rsidRPr="00E90E82" w:rsidRDefault="009E605D" w:rsidP="007365FC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E90E82">
              <w:rPr>
                <w:rFonts w:ascii="Corbel" w:hAnsi="Corbel"/>
                <w:sz w:val="22"/>
                <w:szCs w:val="22"/>
              </w:rPr>
              <w:t xml:space="preserve">Ma pogłębioną wiedzę o historycznej ewolucji i o poglądach na temat instytucji prawa procesowego cywilnego  oraz na temat procesów i przyczyn zmian zachodzących w zakresie procedury cywilnej </w:t>
            </w:r>
          </w:p>
        </w:tc>
        <w:tc>
          <w:tcPr>
            <w:tcW w:w="1851" w:type="dxa"/>
          </w:tcPr>
          <w:p w14:paraId="0D7E846A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b w:val="0"/>
                <w:sz w:val="23"/>
                <w:szCs w:val="23"/>
              </w:rPr>
              <w:t>K_W10</w:t>
            </w:r>
          </w:p>
        </w:tc>
      </w:tr>
      <w:tr w:rsidR="009E605D" w:rsidRPr="00814DBB" w14:paraId="24525A2D" w14:textId="77777777" w:rsidTr="007365FC">
        <w:tc>
          <w:tcPr>
            <w:tcW w:w="1447" w:type="dxa"/>
          </w:tcPr>
          <w:p w14:paraId="309BA1C7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EK_10</w:t>
            </w:r>
          </w:p>
        </w:tc>
        <w:tc>
          <w:tcPr>
            <w:tcW w:w="6108" w:type="dxa"/>
          </w:tcPr>
          <w:p w14:paraId="5D9A1D11" w14:textId="77777777" w:rsidR="009E605D" w:rsidRPr="00E90E82" w:rsidRDefault="009E605D" w:rsidP="007365FC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E90E82">
              <w:rPr>
                <w:rFonts w:ascii="Corbel" w:hAnsi="Corbel"/>
                <w:sz w:val="22"/>
                <w:szCs w:val="22"/>
              </w:rPr>
              <w:t xml:space="preserve">Zna i rozumie metody badawcze i narzędzia opisu, w tym techniki pozyskiwania danych właściwe dla nauk prawnych oraz posiada wiedzę na temat fundamentalnych dylematów współczesnej cywilizacji </w:t>
            </w:r>
          </w:p>
        </w:tc>
        <w:tc>
          <w:tcPr>
            <w:tcW w:w="1851" w:type="dxa"/>
          </w:tcPr>
          <w:p w14:paraId="7C5A03D7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b w:val="0"/>
                <w:sz w:val="23"/>
                <w:szCs w:val="23"/>
              </w:rPr>
              <w:t>K_W12</w:t>
            </w:r>
          </w:p>
        </w:tc>
      </w:tr>
      <w:tr w:rsidR="009E605D" w:rsidRPr="00814DBB" w14:paraId="1FE9D3B3" w14:textId="77777777" w:rsidTr="007365FC">
        <w:tc>
          <w:tcPr>
            <w:tcW w:w="1447" w:type="dxa"/>
          </w:tcPr>
          <w:p w14:paraId="065A289F" w14:textId="7D40531A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EK_11</w:t>
            </w:r>
          </w:p>
        </w:tc>
        <w:tc>
          <w:tcPr>
            <w:tcW w:w="6108" w:type="dxa"/>
          </w:tcPr>
          <w:p w14:paraId="4BD51F0C" w14:textId="77777777" w:rsidR="009E605D" w:rsidRPr="00E90E82" w:rsidRDefault="009E605D" w:rsidP="007365FC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E90E82">
              <w:rPr>
                <w:rFonts w:ascii="Corbel" w:hAnsi="Corbel"/>
                <w:sz w:val="22"/>
                <w:szCs w:val="22"/>
              </w:rPr>
              <w:t xml:space="preserve">Potrafi prawidłowo interpretować i wyjaśniać znaczenie norm i stosunków prawnych </w:t>
            </w:r>
          </w:p>
        </w:tc>
        <w:tc>
          <w:tcPr>
            <w:tcW w:w="1851" w:type="dxa"/>
          </w:tcPr>
          <w:p w14:paraId="4A14ED8B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b w:val="0"/>
                <w:sz w:val="23"/>
                <w:szCs w:val="23"/>
              </w:rPr>
              <w:t>K_U01</w:t>
            </w:r>
          </w:p>
        </w:tc>
      </w:tr>
      <w:tr w:rsidR="009E605D" w:rsidRPr="00814DBB" w14:paraId="28CE75DF" w14:textId="77777777" w:rsidTr="007365FC">
        <w:tc>
          <w:tcPr>
            <w:tcW w:w="1447" w:type="dxa"/>
          </w:tcPr>
          <w:p w14:paraId="686B4A93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lastRenderedPageBreak/>
              <w:t>EK_12</w:t>
            </w:r>
          </w:p>
        </w:tc>
        <w:tc>
          <w:tcPr>
            <w:tcW w:w="6108" w:type="dxa"/>
          </w:tcPr>
          <w:p w14:paraId="7718CD5B" w14:textId="77777777" w:rsidR="009E605D" w:rsidRPr="00E90E82" w:rsidRDefault="009E605D" w:rsidP="007365FC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E90E82">
              <w:rPr>
                <w:rFonts w:ascii="Corbel" w:hAnsi="Corbel"/>
                <w:sz w:val="22"/>
                <w:szCs w:val="22"/>
              </w:rPr>
              <w:t xml:space="preserve">Potrafi prawidłowo interpretować i wyjaśniać relacje pomiędzy systemem prawnym a innymi systemami normatywnymi </w:t>
            </w:r>
          </w:p>
        </w:tc>
        <w:tc>
          <w:tcPr>
            <w:tcW w:w="1851" w:type="dxa"/>
          </w:tcPr>
          <w:p w14:paraId="0D8B01BD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b w:val="0"/>
                <w:sz w:val="23"/>
                <w:szCs w:val="23"/>
              </w:rPr>
              <w:t>K_U02</w:t>
            </w:r>
          </w:p>
        </w:tc>
      </w:tr>
      <w:tr w:rsidR="009E605D" w:rsidRPr="00814DBB" w14:paraId="31A8A586" w14:textId="77777777" w:rsidTr="007365FC">
        <w:tc>
          <w:tcPr>
            <w:tcW w:w="1447" w:type="dxa"/>
          </w:tcPr>
          <w:p w14:paraId="138CA70F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EK_13</w:t>
            </w:r>
          </w:p>
        </w:tc>
        <w:tc>
          <w:tcPr>
            <w:tcW w:w="6108" w:type="dxa"/>
          </w:tcPr>
          <w:p w14:paraId="15F1A306" w14:textId="77777777" w:rsidR="009E605D" w:rsidRPr="00E90E82" w:rsidRDefault="009E605D" w:rsidP="007365FC">
            <w:pPr>
              <w:pStyle w:val="Default"/>
              <w:ind w:left="-42" w:hanging="57"/>
              <w:rPr>
                <w:rFonts w:ascii="Corbel" w:hAnsi="Corbel"/>
                <w:sz w:val="22"/>
                <w:szCs w:val="22"/>
              </w:rPr>
            </w:pPr>
            <w:r w:rsidRPr="00E90E82">
              <w:rPr>
                <w:rFonts w:ascii="Corbel" w:hAnsi="Corbel"/>
                <w:sz w:val="22"/>
                <w:szCs w:val="22"/>
              </w:rPr>
              <w:t>Potrafi analizować przyczyny i przebieg procesu stanowienia prawa procesowego cywilnego</w:t>
            </w:r>
          </w:p>
        </w:tc>
        <w:tc>
          <w:tcPr>
            <w:tcW w:w="1851" w:type="dxa"/>
          </w:tcPr>
          <w:p w14:paraId="7207D5F9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b w:val="0"/>
                <w:sz w:val="23"/>
                <w:szCs w:val="23"/>
              </w:rPr>
              <w:t xml:space="preserve"> K_U03</w:t>
            </w:r>
          </w:p>
        </w:tc>
      </w:tr>
      <w:tr w:rsidR="009E605D" w:rsidRPr="00814DBB" w14:paraId="3DAC5F2C" w14:textId="77777777" w:rsidTr="007365FC">
        <w:tc>
          <w:tcPr>
            <w:tcW w:w="1447" w:type="dxa"/>
          </w:tcPr>
          <w:p w14:paraId="2DE2C718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EK_14</w:t>
            </w:r>
          </w:p>
        </w:tc>
        <w:tc>
          <w:tcPr>
            <w:tcW w:w="6108" w:type="dxa"/>
          </w:tcPr>
          <w:p w14:paraId="6FFCAD25" w14:textId="77777777" w:rsidR="009E605D" w:rsidRPr="00E90E82" w:rsidRDefault="009E605D" w:rsidP="007365FC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E90E82">
              <w:rPr>
                <w:rFonts w:ascii="Corbel" w:hAnsi="Corbel"/>
                <w:sz w:val="22"/>
                <w:szCs w:val="22"/>
              </w:rPr>
              <w:t>Potrafi analizować przyczyny i przebieg procesu stosowania prawa procesowego cywilnego</w:t>
            </w:r>
          </w:p>
        </w:tc>
        <w:tc>
          <w:tcPr>
            <w:tcW w:w="1851" w:type="dxa"/>
          </w:tcPr>
          <w:p w14:paraId="4B8B64F1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b w:val="0"/>
                <w:sz w:val="23"/>
                <w:szCs w:val="23"/>
              </w:rPr>
              <w:t>K_U04</w:t>
            </w:r>
          </w:p>
        </w:tc>
      </w:tr>
      <w:tr w:rsidR="009E605D" w:rsidRPr="00814DBB" w14:paraId="20B130C1" w14:textId="77777777" w:rsidTr="007365FC">
        <w:tc>
          <w:tcPr>
            <w:tcW w:w="1447" w:type="dxa"/>
          </w:tcPr>
          <w:p w14:paraId="18CBEADC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EK_15</w:t>
            </w:r>
          </w:p>
        </w:tc>
        <w:tc>
          <w:tcPr>
            <w:tcW w:w="6108" w:type="dxa"/>
          </w:tcPr>
          <w:p w14:paraId="61FDC586" w14:textId="77777777" w:rsidR="009E605D" w:rsidRPr="00E90E82" w:rsidRDefault="009E605D" w:rsidP="007365FC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E90E82">
              <w:rPr>
                <w:rFonts w:ascii="Corbel" w:hAnsi="Corbel"/>
                <w:sz w:val="22"/>
                <w:szCs w:val="22"/>
              </w:rPr>
              <w:t xml:space="preserve">Sprawnie posługuje się normami, regułami oraz instytucjami prawnymi obowiązującymi w polskim systemie prawa cywilnego procesowego ; w zależności od dokonanego samodzielnie wyboru posiada rozszerzone umiejętności rozwiązywania konkretnych problemów prawnych w zakresie postępowania cywilnego </w:t>
            </w:r>
          </w:p>
        </w:tc>
        <w:tc>
          <w:tcPr>
            <w:tcW w:w="1851" w:type="dxa"/>
          </w:tcPr>
          <w:p w14:paraId="5F8F8A15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b w:val="0"/>
                <w:sz w:val="23"/>
                <w:szCs w:val="23"/>
              </w:rPr>
              <w:t>K_U05</w:t>
            </w:r>
          </w:p>
        </w:tc>
      </w:tr>
      <w:tr w:rsidR="009E605D" w:rsidRPr="00814DBB" w14:paraId="089388F2" w14:textId="77777777" w:rsidTr="007365FC">
        <w:tc>
          <w:tcPr>
            <w:tcW w:w="1447" w:type="dxa"/>
          </w:tcPr>
          <w:p w14:paraId="48A82FE2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EK_16</w:t>
            </w:r>
          </w:p>
        </w:tc>
        <w:tc>
          <w:tcPr>
            <w:tcW w:w="6108" w:type="dxa"/>
          </w:tcPr>
          <w:p w14:paraId="7741CDC9" w14:textId="77777777" w:rsidR="009E605D" w:rsidRPr="00E90E82" w:rsidRDefault="009E605D" w:rsidP="007365FC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E90E82">
              <w:rPr>
                <w:rFonts w:ascii="Corbel" w:hAnsi="Corbel"/>
                <w:sz w:val="22"/>
                <w:szCs w:val="22"/>
              </w:rPr>
              <w:t xml:space="preserve">Potrafi formułować własne opinie w odniesieniu do poznanych instytucji prawa procesowego cywilnego </w:t>
            </w:r>
          </w:p>
        </w:tc>
        <w:tc>
          <w:tcPr>
            <w:tcW w:w="1851" w:type="dxa"/>
          </w:tcPr>
          <w:p w14:paraId="32808C4F" w14:textId="77777777" w:rsidR="009E605D" w:rsidRPr="0045696A" w:rsidRDefault="009E605D" w:rsidP="007365FC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K_U06</w:t>
            </w:r>
          </w:p>
        </w:tc>
      </w:tr>
      <w:tr w:rsidR="009E605D" w:rsidRPr="00814DBB" w14:paraId="066D2FA7" w14:textId="77777777" w:rsidTr="007365FC">
        <w:tc>
          <w:tcPr>
            <w:tcW w:w="1447" w:type="dxa"/>
          </w:tcPr>
          <w:p w14:paraId="1EF96204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EK_17</w:t>
            </w:r>
          </w:p>
        </w:tc>
        <w:tc>
          <w:tcPr>
            <w:tcW w:w="6108" w:type="dxa"/>
          </w:tcPr>
          <w:p w14:paraId="6031EC79" w14:textId="77777777" w:rsidR="009E605D" w:rsidRPr="00E90E82" w:rsidRDefault="009E605D" w:rsidP="007365FC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E90E82">
              <w:rPr>
                <w:rFonts w:ascii="Corbel" w:hAnsi="Corbel"/>
                <w:sz w:val="22"/>
                <w:szCs w:val="22"/>
              </w:rPr>
              <w:t>Potrafi sprawnie posługiwać się tekstami aktów normatywnych z zakresu postępowania cywilnego i interpretować je z wykorzystaniem języka prawniczego</w:t>
            </w:r>
          </w:p>
        </w:tc>
        <w:tc>
          <w:tcPr>
            <w:tcW w:w="1851" w:type="dxa"/>
          </w:tcPr>
          <w:p w14:paraId="7649C08F" w14:textId="77777777" w:rsidR="009E605D" w:rsidRPr="00814DBB" w:rsidRDefault="009E605D" w:rsidP="007365FC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K_U08</w:t>
            </w:r>
          </w:p>
        </w:tc>
      </w:tr>
      <w:tr w:rsidR="009E605D" w:rsidRPr="00814DBB" w14:paraId="5545D11F" w14:textId="77777777" w:rsidTr="007365FC">
        <w:tc>
          <w:tcPr>
            <w:tcW w:w="1447" w:type="dxa"/>
          </w:tcPr>
          <w:p w14:paraId="25C9DD55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EK_18</w:t>
            </w:r>
          </w:p>
        </w:tc>
        <w:tc>
          <w:tcPr>
            <w:tcW w:w="6108" w:type="dxa"/>
          </w:tcPr>
          <w:p w14:paraId="4C3CBA2E" w14:textId="77777777" w:rsidR="009E605D" w:rsidRPr="00E90E82" w:rsidRDefault="009E605D" w:rsidP="007365FC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E90E82">
              <w:rPr>
                <w:rFonts w:ascii="Corbel" w:hAnsi="Corbel"/>
                <w:sz w:val="22"/>
                <w:szCs w:val="22"/>
              </w:rPr>
              <w:t xml:space="preserve">Wykorzystując posiadaną wiedzę teoretyczną i umiejętność samodzielnego proponowania rozwiązań posiada umiejętność sporządzania podstawowych dokumentów oraz pism procesowych  z zakresu postępowania cywilnego </w:t>
            </w:r>
          </w:p>
        </w:tc>
        <w:tc>
          <w:tcPr>
            <w:tcW w:w="1851" w:type="dxa"/>
          </w:tcPr>
          <w:p w14:paraId="50BF484F" w14:textId="77777777" w:rsidR="009E605D" w:rsidRPr="00814DBB" w:rsidRDefault="009E605D" w:rsidP="007365FC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K_U09</w:t>
            </w:r>
          </w:p>
        </w:tc>
      </w:tr>
      <w:tr w:rsidR="009E605D" w:rsidRPr="00814DBB" w14:paraId="0E8C13A7" w14:textId="77777777" w:rsidTr="007365FC">
        <w:tc>
          <w:tcPr>
            <w:tcW w:w="1447" w:type="dxa"/>
          </w:tcPr>
          <w:p w14:paraId="7274649B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EK_19</w:t>
            </w:r>
          </w:p>
        </w:tc>
        <w:tc>
          <w:tcPr>
            <w:tcW w:w="6108" w:type="dxa"/>
          </w:tcPr>
          <w:p w14:paraId="7644800C" w14:textId="77777777" w:rsidR="009E605D" w:rsidRPr="00E90E82" w:rsidRDefault="009E605D" w:rsidP="007365FC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E90E82">
              <w:rPr>
                <w:rFonts w:ascii="Corbel" w:hAnsi="Corbel"/>
                <w:sz w:val="22"/>
                <w:szCs w:val="22"/>
              </w:rPr>
              <w:t>Potrafi dokonać subsumcji określonego stanu faktycznego do normy lub norm prawnych z zakresu postępowania cywilneg</w:t>
            </w:r>
          </w:p>
        </w:tc>
        <w:tc>
          <w:tcPr>
            <w:tcW w:w="1851" w:type="dxa"/>
          </w:tcPr>
          <w:p w14:paraId="3CF1425F" w14:textId="77777777" w:rsidR="009E605D" w:rsidRPr="00814DBB" w:rsidRDefault="009E605D" w:rsidP="007365FC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K_U10</w:t>
            </w:r>
          </w:p>
        </w:tc>
      </w:tr>
      <w:tr w:rsidR="009E605D" w:rsidRPr="00814DBB" w14:paraId="2726E269" w14:textId="77777777" w:rsidTr="007365FC">
        <w:tc>
          <w:tcPr>
            <w:tcW w:w="1447" w:type="dxa"/>
          </w:tcPr>
          <w:p w14:paraId="2EDA98AE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EK_20</w:t>
            </w:r>
          </w:p>
        </w:tc>
        <w:tc>
          <w:tcPr>
            <w:tcW w:w="6108" w:type="dxa"/>
          </w:tcPr>
          <w:p w14:paraId="132008BB" w14:textId="77777777" w:rsidR="009E605D" w:rsidRPr="00E90E82" w:rsidRDefault="009E605D" w:rsidP="007365FC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E90E82">
              <w:rPr>
                <w:rFonts w:ascii="Corbel" w:hAnsi="Corbel"/>
                <w:sz w:val="22"/>
                <w:szCs w:val="22"/>
              </w:rPr>
              <w:t xml:space="preserve">Posiada pogłębioną umiejętność przygotowania prac pisemnych dotyczących określonych zagadnień i problemów prawnych z zakresu postępowania cywilnego - za pomocą odpowiednio dobranych metod, narzędzi oraz zaawansowanych technik informacyjno-komunikacyjnych </w:t>
            </w:r>
          </w:p>
        </w:tc>
        <w:tc>
          <w:tcPr>
            <w:tcW w:w="1851" w:type="dxa"/>
          </w:tcPr>
          <w:p w14:paraId="4EFBA647" w14:textId="77777777" w:rsidR="009E605D" w:rsidRPr="00814DBB" w:rsidRDefault="009E605D" w:rsidP="007365FC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K_U12</w:t>
            </w:r>
          </w:p>
        </w:tc>
      </w:tr>
      <w:tr w:rsidR="009E605D" w:rsidRPr="00814DBB" w14:paraId="072E7C22" w14:textId="77777777" w:rsidTr="007365FC">
        <w:tc>
          <w:tcPr>
            <w:tcW w:w="1447" w:type="dxa"/>
          </w:tcPr>
          <w:p w14:paraId="19C8B036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EK_21</w:t>
            </w:r>
          </w:p>
        </w:tc>
        <w:tc>
          <w:tcPr>
            <w:tcW w:w="6108" w:type="dxa"/>
          </w:tcPr>
          <w:p w14:paraId="431CC7D5" w14:textId="77777777" w:rsidR="009E605D" w:rsidRPr="00E90E82" w:rsidRDefault="009E605D" w:rsidP="007365FC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E90E82">
              <w:rPr>
                <w:rFonts w:ascii="Corbel" w:hAnsi="Corbel"/>
                <w:sz w:val="22"/>
                <w:szCs w:val="22"/>
              </w:rPr>
              <w:t xml:space="preserve">Posiada pogłębioną umiejętność przygotowania wystąpień ustnych dotyczących określonych zagadnień i problemów prawnych z zakresu postępowania cywilnego -  za pomocą odpowiednio dobranych metod, narzędzi oraz zaawansowanych technik informacyjno-komunikacyjnych </w:t>
            </w:r>
          </w:p>
        </w:tc>
        <w:tc>
          <w:tcPr>
            <w:tcW w:w="1851" w:type="dxa"/>
          </w:tcPr>
          <w:p w14:paraId="422B0368" w14:textId="77777777" w:rsidR="009E605D" w:rsidRPr="00814DBB" w:rsidRDefault="009E605D" w:rsidP="007365FC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K_U13</w:t>
            </w:r>
          </w:p>
        </w:tc>
      </w:tr>
      <w:tr w:rsidR="009E605D" w:rsidRPr="00814DBB" w14:paraId="20E467D9" w14:textId="77777777" w:rsidTr="007365FC">
        <w:tc>
          <w:tcPr>
            <w:tcW w:w="1447" w:type="dxa"/>
          </w:tcPr>
          <w:p w14:paraId="1D5CE58B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EK_22</w:t>
            </w:r>
          </w:p>
        </w:tc>
        <w:tc>
          <w:tcPr>
            <w:tcW w:w="6108" w:type="dxa"/>
          </w:tcPr>
          <w:p w14:paraId="0FDEBA06" w14:textId="77777777" w:rsidR="009E605D" w:rsidRPr="00E90E82" w:rsidRDefault="009E605D" w:rsidP="007365FC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E90E82">
              <w:rPr>
                <w:rFonts w:ascii="Corbel" w:hAnsi="Corbel"/>
                <w:sz w:val="22"/>
                <w:szCs w:val="22"/>
              </w:rPr>
              <w:t>Potrafi określić obszary życia społecznego które podlegają lub mogą podlegać w przyszłości regulacjom prawnym z zakresu postępowania cywilnego</w:t>
            </w:r>
          </w:p>
        </w:tc>
        <w:tc>
          <w:tcPr>
            <w:tcW w:w="1851" w:type="dxa"/>
          </w:tcPr>
          <w:p w14:paraId="6E933851" w14:textId="77777777" w:rsidR="009E605D" w:rsidRPr="00814DBB" w:rsidRDefault="009E605D" w:rsidP="007365FC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K_U15</w:t>
            </w:r>
          </w:p>
        </w:tc>
      </w:tr>
      <w:tr w:rsidR="009E605D" w:rsidRPr="00814DBB" w14:paraId="72AEFAAB" w14:textId="77777777" w:rsidTr="007365FC">
        <w:tc>
          <w:tcPr>
            <w:tcW w:w="1447" w:type="dxa"/>
          </w:tcPr>
          <w:p w14:paraId="7570C360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EK_23</w:t>
            </w:r>
          </w:p>
        </w:tc>
        <w:tc>
          <w:tcPr>
            <w:tcW w:w="6108" w:type="dxa"/>
          </w:tcPr>
          <w:p w14:paraId="02042806" w14:textId="77777777" w:rsidR="009E605D" w:rsidRPr="00E90E82" w:rsidRDefault="009E605D" w:rsidP="007365FC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E90E82">
              <w:rPr>
                <w:rFonts w:ascii="Corbel" w:hAnsi="Corbel"/>
                <w:sz w:val="22"/>
                <w:szCs w:val="22"/>
              </w:rPr>
              <w:t xml:space="preserve">Potrafi samodzielnie planować i realizować własne uczenie się przez całe życie </w:t>
            </w:r>
          </w:p>
        </w:tc>
        <w:tc>
          <w:tcPr>
            <w:tcW w:w="1851" w:type="dxa"/>
          </w:tcPr>
          <w:p w14:paraId="74802241" w14:textId="77777777" w:rsidR="009E605D" w:rsidRPr="00814DBB" w:rsidRDefault="009E605D" w:rsidP="007365FC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K_U17</w:t>
            </w:r>
          </w:p>
        </w:tc>
      </w:tr>
      <w:tr w:rsidR="009E605D" w:rsidRPr="00814DBB" w14:paraId="022B7D22" w14:textId="77777777" w:rsidTr="007365FC">
        <w:tc>
          <w:tcPr>
            <w:tcW w:w="1447" w:type="dxa"/>
          </w:tcPr>
          <w:p w14:paraId="3DD367FC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EK_24</w:t>
            </w:r>
          </w:p>
        </w:tc>
        <w:tc>
          <w:tcPr>
            <w:tcW w:w="6108" w:type="dxa"/>
          </w:tcPr>
          <w:p w14:paraId="7248FDBE" w14:textId="77777777" w:rsidR="009E605D" w:rsidRPr="00E90E82" w:rsidRDefault="009E605D" w:rsidP="007365FC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E90E82">
              <w:rPr>
                <w:rFonts w:ascii="Corbel" w:hAnsi="Corbel"/>
                <w:sz w:val="22"/>
                <w:szCs w:val="22"/>
              </w:rPr>
              <w:t>Ma świadomość zmienności systemu norm prawnych która prowadzi do konieczności ciągłego uzupełniania i doskonalenia zarówno zdobytej wiedzy jak i umiejętności</w:t>
            </w:r>
          </w:p>
        </w:tc>
        <w:tc>
          <w:tcPr>
            <w:tcW w:w="1851" w:type="dxa"/>
          </w:tcPr>
          <w:p w14:paraId="753B61FF" w14:textId="77777777" w:rsidR="009E605D" w:rsidRPr="00814DBB" w:rsidRDefault="009E605D" w:rsidP="007365FC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K_K01</w:t>
            </w:r>
          </w:p>
        </w:tc>
      </w:tr>
      <w:tr w:rsidR="009E605D" w:rsidRPr="00814DBB" w14:paraId="2C707C7B" w14:textId="77777777" w:rsidTr="007365FC">
        <w:tc>
          <w:tcPr>
            <w:tcW w:w="1447" w:type="dxa"/>
          </w:tcPr>
          <w:p w14:paraId="596C40D1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EK_25</w:t>
            </w:r>
          </w:p>
        </w:tc>
        <w:tc>
          <w:tcPr>
            <w:tcW w:w="6108" w:type="dxa"/>
          </w:tcPr>
          <w:p w14:paraId="28FF6600" w14:textId="77777777" w:rsidR="009E605D" w:rsidRPr="00E90E82" w:rsidRDefault="009E605D" w:rsidP="007365FC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E90E82">
              <w:rPr>
                <w:rFonts w:ascii="Corbel" w:hAnsi="Corbel"/>
                <w:sz w:val="22"/>
                <w:szCs w:val="22"/>
              </w:rPr>
              <w:t xml:space="preserve">Ma świadomość społecznego znaczenia zawodu prawnika </w:t>
            </w:r>
          </w:p>
        </w:tc>
        <w:tc>
          <w:tcPr>
            <w:tcW w:w="1851" w:type="dxa"/>
          </w:tcPr>
          <w:p w14:paraId="68F8D0D5" w14:textId="77777777" w:rsidR="009E605D" w:rsidRPr="00814DBB" w:rsidRDefault="009E605D" w:rsidP="007365FC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K_K04</w:t>
            </w:r>
          </w:p>
        </w:tc>
      </w:tr>
      <w:tr w:rsidR="009E605D" w:rsidRPr="00814DBB" w14:paraId="2E8F1EA4" w14:textId="77777777" w:rsidTr="007365FC">
        <w:tc>
          <w:tcPr>
            <w:tcW w:w="1447" w:type="dxa"/>
          </w:tcPr>
          <w:p w14:paraId="7264533F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EK_26</w:t>
            </w:r>
          </w:p>
        </w:tc>
        <w:tc>
          <w:tcPr>
            <w:tcW w:w="6108" w:type="dxa"/>
          </w:tcPr>
          <w:p w14:paraId="0DDA8C8E" w14:textId="77777777" w:rsidR="009E605D" w:rsidRPr="00E90E82" w:rsidRDefault="009E605D" w:rsidP="007365FC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E90E82">
              <w:rPr>
                <w:rFonts w:ascii="Corbel" w:hAnsi="Corbel"/>
                <w:sz w:val="22"/>
                <w:szCs w:val="22"/>
              </w:rPr>
              <w:t>Rozumie konieczność stosowania etycznych zasad w życiu zawodowym prawnika</w:t>
            </w:r>
          </w:p>
        </w:tc>
        <w:tc>
          <w:tcPr>
            <w:tcW w:w="1851" w:type="dxa"/>
          </w:tcPr>
          <w:p w14:paraId="144ED005" w14:textId="77777777" w:rsidR="009E605D" w:rsidRPr="00814DBB" w:rsidRDefault="009E605D" w:rsidP="007365FC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K_K05</w:t>
            </w:r>
          </w:p>
        </w:tc>
      </w:tr>
      <w:tr w:rsidR="009E605D" w:rsidRPr="00814DBB" w14:paraId="379C3D9D" w14:textId="77777777" w:rsidTr="007365FC">
        <w:tc>
          <w:tcPr>
            <w:tcW w:w="1447" w:type="dxa"/>
          </w:tcPr>
          <w:p w14:paraId="439756B7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EK_27</w:t>
            </w:r>
          </w:p>
        </w:tc>
        <w:tc>
          <w:tcPr>
            <w:tcW w:w="6108" w:type="dxa"/>
          </w:tcPr>
          <w:p w14:paraId="1FE67BDB" w14:textId="77777777" w:rsidR="009E605D" w:rsidRPr="00E90E82" w:rsidRDefault="009E605D" w:rsidP="007365FC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E90E82">
              <w:rPr>
                <w:rFonts w:ascii="Corbel" w:hAnsi="Corbel"/>
                <w:sz w:val="22"/>
                <w:szCs w:val="22"/>
              </w:rPr>
              <w:t xml:space="preserve">Rozumie i ma świadomość potrzeby podejmowania działań na rzecz zwiększania poziomu społecznej świadomości prawnej </w:t>
            </w:r>
          </w:p>
        </w:tc>
        <w:tc>
          <w:tcPr>
            <w:tcW w:w="1851" w:type="dxa"/>
          </w:tcPr>
          <w:p w14:paraId="682A3E13" w14:textId="77777777" w:rsidR="009E605D" w:rsidRPr="00814DBB" w:rsidRDefault="009E605D" w:rsidP="007365FC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K_K06</w:t>
            </w:r>
          </w:p>
        </w:tc>
      </w:tr>
      <w:tr w:rsidR="009E605D" w:rsidRPr="00814DBB" w14:paraId="574F828A" w14:textId="77777777" w:rsidTr="007365FC">
        <w:tc>
          <w:tcPr>
            <w:tcW w:w="1447" w:type="dxa"/>
          </w:tcPr>
          <w:p w14:paraId="7FF47A49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EK_28</w:t>
            </w:r>
          </w:p>
        </w:tc>
        <w:tc>
          <w:tcPr>
            <w:tcW w:w="6108" w:type="dxa"/>
          </w:tcPr>
          <w:p w14:paraId="610442F2" w14:textId="77777777" w:rsidR="009E605D" w:rsidRPr="00E90E82" w:rsidRDefault="009E605D" w:rsidP="007365FC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E90E82">
              <w:rPr>
                <w:rFonts w:ascii="Corbel" w:hAnsi="Corbel"/>
                <w:sz w:val="22"/>
                <w:szCs w:val="22"/>
              </w:rPr>
              <w:t>Potrafi samodzielnie i krytycznie uzupełniać zdobytą wiedzę i nabyte umiejętności z uwzględnieniem ich interdyscyplinarnego wymiaru</w:t>
            </w:r>
          </w:p>
        </w:tc>
        <w:tc>
          <w:tcPr>
            <w:tcW w:w="1851" w:type="dxa"/>
          </w:tcPr>
          <w:p w14:paraId="7B8924A3" w14:textId="77777777" w:rsidR="009E605D" w:rsidRPr="00814DBB" w:rsidRDefault="009E605D" w:rsidP="007365FC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K_K07</w:t>
            </w:r>
          </w:p>
        </w:tc>
      </w:tr>
      <w:tr w:rsidR="009E605D" w:rsidRPr="00814DBB" w14:paraId="3A3442FF" w14:textId="77777777" w:rsidTr="007365FC">
        <w:tc>
          <w:tcPr>
            <w:tcW w:w="1447" w:type="dxa"/>
          </w:tcPr>
          <w:p w14:paraId="204FD5C1" w14:textId="77777777" w:rsidR="009E605D" w:rsidRPr="00814DBB" w:rsidRDefault="009E605D" w:rsidP="0073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EK_29</w:t>
            </w:r>
          </w:p>
        </w:tc>
        <w:tc>
          <w:tcPr>
            <w:tcW w:w="6108" w:type="dxa"/>
          </w:tcPr>
          <w:p w14:paraId="31C81CFD" w14:textId="77777777" w:rsidR="009E605D" w:rsidRPr="00E90E82" w:rsidRDefault="009E605D" w:rsidP="007365FC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E90E82">
              <w:rPr>
                <w:rFonts w:ascii="Corbel" w:hAnsi="Corbel"/>
                <w:sz w:val="22"/>
                <w:szCs w:val="22"/>
              </w:rPr>
              <w:t xml:space="preserve">Szanuje różne poglądy i postawy </w:t>
            </w:r>
          </w:p>
        </w:tc>
        <w:tc>
          <w:tcPr>
            <w:tcW w:w="1851" w:type="dxa"/>
          </w:tcPr>
          <w:p w14:paraId="650CE183" w14:textId="77777777" w:rsidR="009E605D" w:rsidRPr="00814DBB" w:rsidRDefault="009E605D" w:rsidP="007365FC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K_K10</w:t>
            </w:r>
          </w:p>
        </w:tc>
      </w:tr>
    </w:tbl>
    <w:p w14:paraId="01FAF367" w14:textId="77777777" w:rsidR="009E605D" w:rsidRPr="00B169DF" w:rsidRDefault="009E605D" w:rsidP="009E605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3011AB" w14:textId="77777777" w:rsidR="00E90E82" w:rsidRDefault="00E90E8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35863D4" w14:textId="02DC9AEC" w:rsidR="009E605D" w:rsidRDefault="009E605D" w:rsidP="009E605D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>3.3</w:t>
      </w:r>
      <w:r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Treści programowe</w:t>
      </w:r>
    </w:p>
    <w:p w14:paraId="40FA7257" w14:textId="77777777" w:rsidR="009E605D" w:rsidRPr="00B169DF" w:rsidRDefault="009E605D" w:rsidP="009E605D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63015888" w14:textId="77777777" w:rsidR="009E605D" w:rsidRPr="00B169DF" w:rsidRDefault="009E605D" w:rsidP="009E605D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5AE4CF2" w14:textId="77777777" w:rsidR="009E605D" w:rsidRPr="00B169DF" w:rsidRDefault="009E605D" w:rsidP="009E605D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6"/>
        <w:gridCol w:w="233"/>
      </w:tblGrid>
      <w:tr w:rsidR="009E605D" w:rsidRPr="009C54AE" w14:paraId="5EC92CD6" w14:textId="77777777" w:rsidTr="007365FC">
        <w:trPr>
          <w:gridAfter w:val="1"/>
          <w:wAfter w:w="233" w:type="dxa"/>
        </w:trPr>
        <w:tc>
          <w:tcPr>
            <w:tcW w:w="9406" w:type="dxa"/>
          </w:tcPr>
          <w:p w14:paraId="4ACABD33" w14:textId="77777777" w:rsidR="009E605D" w:rsidRPr="00996BB4" w:rsidRDefault="009E605D" w:rsidP="007365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996BB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9E605D" w:rsidRPr="009C54AE" w14:paraId="6B0B0DB2" w14:textId="77777777" w:rsidTr="007365FC">
        <w:trPr>
          <w:gridAfter w:val="1"/>
          <w:wAfter w:w="233" w:type="dxa"/>
        </w:trPr>
        <w:tc>
          <w:tcPr>
            <w:tcW w:w="9406" w:type="dxa"/>
          </w:tcPr>
          <w:p w14:paraId="66C9E961" w14:textId="77777777" w:rsidR="009E605D" w:rsidRPr="0045696A" w:rsidRDefault="009E605D" w:rsidP="0073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5696A">
              <w:rPr>
                <w:rFonts w:ascii="Corbel" w:hAnsi="Corbel"/>
                <w:b/>
                <w:sz w:val="24"/>
                <w:szCs w:val="24"/>
              </w:rPr>
              <w:t>Pojęcia ogólne</w:t>
            </w:r>
            <w:r w:rsidRPr="0045696A">
              <w:rPr>
                <w:rFonts w:ascii="Corbel" w:hAnsi="Corbel"/>
                <w:sz w:val="24"/>
                <w:szCs w:val="24"/>
              </w:rPr>
              <w:t xml:space="preserve">: pojęcie postępowania cywilnego i prawa procesowego cywilnego, prawo procesowe cywilne a prawo cywilne (materialne). Stosunek postępowania cywilnego do innych postępowań – droga sądowa w sprawach cywilnych, pojęcie sprawy cywilnej, sprawy gospodarczej, sprawy z zakresu prawa pracy, sprawy z zakresu ubezpieczeń społecznych, sprawy małżeńskie, sprawy rodzinne. </w:t>
            </w:r>
          </w:p>
        </w:tc>
      </w:tr>
      <w:tr w:rsidR="009E605D" w:rsidRPr="009C54AE" w14:paraId="4001AE74" w14:textId="77777777" w:rsidTr="007365FC">
        <w:trPr>
          <w:gridAfter w:val="1"/>
          <w:wAfter w:w="233" w:type="dxa"/>
        </w:trPr>
        <w:tc>
          <w:tcPr>
            <w:tcW w:w="9406" w:type="dxa"/>
          </w:tcPr>
          <w:p w14:paraId="22194F3D" w14:textId="77777777" w:rsidR="009E605D" w:rsidRPr="0045696A" w:rsidRDefault="009E605D" w:rsidP="0073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696A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45696A">
              <w:rPr>
                <w:rFonts w:ascii="Corbel" w:hAnsi="Corbel"/>
                <w:sz w:val="24"/>
                <w:szCs w:val="24"/>
              </w:rPr>
              <w:t>: Sąd – jurysdykcja krajowa, właściwość sądów w sprawach cywilnych, skład organów sądowych, wyłączenie osób wchodzących w skład organów sądowych. Prokurator, organizacje pozarządowe.</w:t>
            </w:r>
          </w:p>
        </w:tc>
      </w:tr>
      <w:tr w:rsidR="009E605D" w:rsidRPr="009C54AE" w14:paraId="407B7597" w14:textId="77777777" w:rsidTr="007365FC">
        <w:trPr>
          <w:gridAfter w:val="1"/>
          <w:wAfter w:w="233" w:type="dxa"/>
        </w:trPr>
        <w:tc>
          <w:tcPr>
            <w:tcW w:w="9406" w:type="dxa"/>
          </w:tcPr>
          <w:p w14:paraId="1B8E6312" w14:textId="77777777" w:rsidR="009E605D" w:rsidRPr="0045696A" w:rsidRDefault="009E605D" w:rsidP="007365F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5696A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45696A">
              <w:rPr>
                <w:rFonts w:ascii="Corbel" w:hAnsi="Corbel"/>
                <w:sz w:val="24"/>
                <w:szCs w:val="24"/>
              </w:rPr>
              <w:t>:  Strony i uczestnicy postępowania. Strony w procesie (zdolność sądowa, procesowa, postulacyjna, legitymacja procesowa), współuczestnictwo w sporze, interwencja główna. Udział osób trzecich – interwencja uboczna i</w:t>
            </w:r>
            <w:r w:rsidRPr="0045696A">
              <w:rPr>
                <w:rFonts w:ascii="Corbel" w:hAnsi="Corbel"/>
                <w:sz w:val="24"/>
                <w:szCs w:val="24"/>
              </w:rPr>
              <w:cr/>
              <w:t>przypozwanie.</w:t>
            </w:r>
          </w:p>
        </w:tc>
      </w:tr>
      <w:tr w:rsidR="009E605D" w:rsidRPr="009C54AE" w14:paraId="4E903527" w14:textId="77777777" w:rsidTr="007365FC">
        <w:trPr>
          <w:gridAfter w:val="1"/>
          <w:wAfter w:w="233" w:type="dxa"/>
        </w:trPr>
        <w:tc>
          <w:tcPr>
            <w:tcW w:w="9406" w:type="dxa"/>
          </w:tcPr>
          <w:p w14:paraId="5B5B09B4" w14:textId="77777777" w:rsidR="009E605D" w:rsidRPr="0045696A" w:rsidRDefault="009E605D" w:rsidP="007365FC">
            <w:pPr>
              <w:shd w:val="clear" w:color="auto" w:fill="FFFFFF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5696A">
              <w:rPr>
                <w:rFonts w:ascii="Corbel" w:hAnsi="Corbel"/>
                <w:b/>
                <w:sz w:val="24"/>
                <w:szCs w:val="24"/>
              </w:rPr>
              <w:t>Przedmiot postępowania cywilnego</w:t>
            </w:r>
            <w:r w:rsidRPr="0045696A">
              <w:rPr>
                <w:rFonts w:ascii="Corbel" w:hAnsi="Corbel"/>
                <w:sz w:val="24"/>
                <w:szCs w:val="24"/>
              </w:rPr>
              <w:t xml:space="preserve">: Powództwo i jego rodzaje, przedmiot postępowania nieprocesowego. </w:t>
            </w:r>
            <w:r w:rsidRPr="0045696A">
              <w:rPr>
                <w:rFonts w:ascii="Corbel" w:hAnsi="Corbel"/>
                <w:b/>
                <w:sz w:val="24"/>
                <w:szCs w:val="24"/>
              </w:rPr>
              <w:t>Czynności procesowe</w:t>
            </w:r>
            <w:r w:rsidRPr="0045696A">
              <w:rPr>
                <w:rFonts w:ascii="Corbel" w:hAnsi="Corbel"/>
                <w:sz w:val="24"/>
                <w:szCs w:val="24"/>
              </w:rPr>
              <w:t>: Pojęcie i rodzaje czynności procesowych, pisma procesowe, doręczenia. posiedzenia sądowe, terminy</w:t>
            </w:r>
            <w:r w:rsidRPr="0045696A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</w:p>
        </w:tc>
      </w:tr>
      <w:tr w:rsidR="009E605D" w:rsidRPr="009C54AE" w14:paraId="680BCBFE" w14:textId="77777777" w:rsidTr="007365FC">
        <w:trPr>
          <w:gridAfter w:val="1"/>
          <w:wAfter w:w="233" w:type="dxa"/>
        </w:trPr>
        <w:tc>
          <w:tcPr>
            <w:tcW w:w="9406" w:type="dxa"/>
          </w:tcPr>
          <w:p w14:paraId="0D53EF30" w14:textId="77777777" w:rsidR="009E605D" w:rsidRPr="0045696A" w:rsidRDefault="009E605D" w:rsidP="007365FC">
            <w:pPr>
              <w:shd w:val="clear" w:color="auto" w:fill="FFFFFF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5696A">
              <w:rPr>
                <w:rFonts w:ascii="Corbel" w:hAnsi="Corbel"/>
                <w:b/>
                <w:sz w:val="24"/>
                <w:szCs w:val="24"/>
              </w:rPr>
              <w:t>Koszty postępowania</w:t>
            </w:r>
            <w:r w:rsidRPr="0045696A">
              <w:rPr>
                <w:rFonts w:ascii="Corbel" w:hAnsi="Corbel"/>
                <w:sz w:val="24"/>
                <w:szCs w:val="24"/>
              </w:rPr>
              <w:t>: Koszty procesu cywilnego, zasady obowiązujące co do ponoszenia kosztów procesu, zwolnienie od kosztów, zabezpieczenie kosztów.</w:t>
            </w:r>
          </w:p>
        </w:tc>
      </w:tr>
      <w:tr w:rsidR="009E605D" w:rsidRPr="009C54AE" w14:paraId="691C904C" w14:textId="77777777" w:rsidTr="007365FC">
        <w:trPr>
          <w:gridAfter w:val="1"/>
          <w:wAfter w:w="233" w:type="dxa"/>
        </w:trPr>
        <w:tc>
          <w:tcPr>
            <w:tcW w:w="9406" w:type="dxa"/>
          </w:tcPr>
          <w:p w14:paraId="279DBB06" w14:textId="77777777" w:rsidR="009E605D" w:rsidRPr="0045696A" w:rsidRDefault="009E605D" w:rsidP="007365FC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696A">
              <w:rPr>
                <w:rFonts w:ascii="Corbel" w:hAnsi="Corbel"/>
                <w:b/>
                <w:sz w:val="24"/>
                <w:szCs w:val="24"/>
              </w:rPr>
              <w:t xml:space="preserve">Postępowanie przed sądem I instancji: </w:t>
            </w:r>
            <w:r w:rsidRPr="0045696A">
              <w:rPr>
                <w:rFonts w:ascii="Corbel" w:hAnsi="Corbel"/>
                <w:sz w:val="24"/>
                <w:szCs w:val="24"/>
              </w:rPr>
              <w:t>Wszczęcie procesu, pojęcie i warunki pozwu, kumulacja i rozdrabnianie roszczeń, zmiana powództwa, cofnięcie pozwu, odrzucenie pozwu. Organizacja postępowania. Rozprawa. Zawieszenie i umorzenie postępowania.</w:t>
            </w:r>
          </w:p>
        </w:tc>
      </w:tr>
      <w:tr w:rsidR="009E605D" w:rsidRPr="009C54AE" w14:paraId="1B8611A1" w14:textId="77777777" w:rsidTr="007365FC">
        <w:trPr>
          <w:gridAfter w:val="1"/>
          <w:wAfter w:w="233" w:type="dxa"/>
        </w:trPr>
        <w:tc>
          <w:tcPr>
            <w:tcW w:w="9406" w:type="dxa"/>
          </w:tcPr>
          <w:p w14:paraId="07D89984" w14:textId="77777777" w:rsidR="009E605D" w:rsidRPr="0045696A" w:rsidRDefault="009E605D" w:rsidP="007365FC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696A">
              <w:rPr>
                <w:rFonts w:ascii="Corbel" w:hAnsi="Corbel"/>
                <w:b/>
                <w:sz w:val="24"/>
                <w:szCs w:val="24"/>
              </w:rPr>
              <w:t xml:space="preserve">Dowody: </w:t>
            </w:r>
            <w:r w:rsidRPr="0045696A">
              <w:rPr>
                <w:rFonts w:ascii="Corbel" w:hAnsi="Corbel"/>
                <w:sz w:val="24"/>
                <w:szCs w:val="24"/>
              </w:rPr>
              <w:t>Zagadnienia ogólne, postępowanie dowodowe, środki dowodowe – dowód z dokumentów, dowód z zeznań świadków, dowód z opinii biegłego, dowód z oględzin, dowód z przesłuchania stron, inne środki dowodowe.</w:t>
            </w:r>
          </w:p>
        </w:tc>
      </w:tr>
      <w:tr w:rsidR="009E605D" w:rsidRPr="009C54AE" w14:paraId="38B1477E" w14:textId="77777777" w:rsidTr="007365FC">
        <w:trPr>
          <w:gridAfter w:val="1"/>
          <w:wAfter w:w="233" w:type="dxa"/>
        </w:trPr>
        <w:tc>
          <w:tcPr>
            <w:tcW w:w="9406" w:type="dxa"/>
          </w:tcPr>
          <w:p w14:paraId="015F1B91" w14:textId="77777777" w:rsidR="009E605D" w:rsidRPr="0045696A" w:rsidRDefault="009E605D" w:rsidP="007365FC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696A">
              <w:rPr>
                <w:rFonts w:ascii="Corbel" w:hAnsi="Corbel"/>
                <w:b/>
                <w:sz w:val="24"/>
                <w:szCs w:val="24"/>
              </w:rPr>
              <w:t xml:space="preserve">Orzeczenia: </w:t>
            </w:r>
            <w:r w:rsidRPr="0045696A">
              <w:rPr>
                <w:rFonts w:ascii="Corbel" w:hAnsi="Corbel"/>
                <w:sz w:val="24"/>
                <w:szCs w:val="24"/>
              </w:rPr>
              <w:t>Zagadnienia ogólne, zasady orzekania, rodzaje wyroków, wydanie wyroku, wydanie postanowienia, rektyfikacja orzeczeń (sprostowanie, uzupełnienie i wykładnia), skutki prawne orzeczeń (prawomocność, wykonalność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696A">
              <w:rPr>
                <w:rFonts w:ascii="Corbel" w:hAnsi="Corbel"/>
                <w:sz w:val="24"/>
                <w:szCs w:val="24"/>
              </w:rPr>
              <w:t>skuteczność orzeczeń).</w:t>
            </w:r>
          </w:p>
        </w:tc>
      </w:tr>
      <w:tr w:rsidR="009E605D" w:rsidRPr="009C54AE" w14:paraId="08317BE0" w14:textId="77777777" w:rsidTr="007365FC">
        <w:trPr>
          <w:gridAfter w:val="1"/>
          <w:wAfter w:w="233" w:type="dxa"/>
        </w:trPr>
        <w:tc>
          <w:tcPr>
            <w:tcW w:w="9406" w:type="dxa"/>
          </w:tcPr>
          <w:p w14:paraId="041080FF" w14:textId="77777777" w:rsidR="009E605D" w:rsidRPr="0045696A" w:rsidRDefault="009E605D" w:rsidP="007365F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45696A">
              <w:rPr>
                <w:rFonts w:ascii="Corbel" w:hAnsi="Corbel"/>
                <w:b/>
                <w:sz w:val="24"/>
                <w:szCs w:val="24"/>
              </w:rPr>
              <w:t xml:space="preserve">Zaskarżanie orzeczeń sądowych: </w:t>
            </w:r>
            <w:r w:rsidRPr="0045696A">
              <w:rPr>
                <w:rFonts w:ascii="Corbel" w:hAnsi="Corbel"/>
                <w:sz w:val="24"/>
                <w:szCs w:val="24"/>
              </w:rPr>
              <w:t>Zagadnienia ogólne. Apelacja, zażalenie, inne środki zaskarżenia: skarga na orzeczenie referendarza sądowego, i in.</w:t>
            </w:r>
            <w:r w:rsidRPr="004569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9E605D" w:rsidRPr="009C54AE" w14:paraId="13CB4EBC" w14:textId="77777777" w:rsidTr="007365FC">
        <w:trPr>
          <w:gridAfter w:val="1"/>
          <w:wAfter w:w="233" w:type="dxa"/>
        </w:trPr>
        <w:tc>
          <w:tcPr>
            <w:tcW w:w="9406" w:type="dxa"/>
          </w:tcPr>
          <w:p w14:paraId="6D69ED8E" w14:textId="77777777" w:rsidR="009E605D" w:rsidRPr="0045696A" w:rsidRDefault="009E605D" w:rsidP="007365F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45696A">
              <w:rPr>
                <w:rFonts w:ascii="Corbel" w:hAnsi="Corbel"/>
                <w:b/>
                <w:sz w:val="24"/>
                <w:szCs w:val="24"/>
              </w:rPr>
              <w:t xml:space="preserve">Obalanie prawomocnych orzeczeń: </w:t>
            </w:r>
            <w:r w:rsidRPr="0045696A">
              <w:rPr>
                <w:rFonts w:ascii="Corbel" w:hAnsi="Corbel"/>
                <w:sz w:val="24"/>
                <w:szCs w:val="24"/>
              </w:rPr>
              <w:t>Skarga kasacyjna, wznowienie postępowania, skarga o stwierdzenie niezgodności z prawem prawomocnego orzeczenia.</w:t>
            </w:r>
          </w:p>
        </w:tc>
      </w:tr>
      <w:tr w:rsidR="009E605D" w:rsidRPr="009C54AE" w14:paraId="5F6ABD91" w14:textId="77777777" w:rsidTr="007365FC">
        <w:trPr>
          <w:gridAfter w:val="1"/>
          <w:wAfter w:w="233" w:type="dxa"/>
          <w:trHeight w:val="897"/>
        </w:trPr>
        <w:tc>
          <w:tcPr>
            <w:tcW w:w="9406" w:type="dxa"/>
          </w:tcPr>
          <w:p w14:paraId="7998365E" w14:textId="77777777" w:rsidR="009E605D" w:rsidRPr="0045696A" w:rsidRDefault="009E605D" w:rsidP="007365F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45696A">
              <w:rPr>
                <w:rFonts w:ascii="Corbel" w:hAnsi="Corbel"/>
                <w:b/>
                <w:sz w:val="24"/>
                <w:szCs w:val="24"/>
              </w:rPr>
              <w:t>Postępowania odrębne</w:t>
            </w:r>
            <w:r w:rsidRPr="0045696A">
              <w:rPr>
                <w:rFonts w:ascii="Corbel" w:hAnsi="Corbel"/>
                <w:sz w:val="24"/>
                <w:szCs w:val="24"/>
              </w:rPr>
              <w:t>: Postępowanie w sprawach małżeńskich, w sprawach prawa pracy i ubezpieczeń społecznych, naruszenie posiadania. Postępowanie nakazowe, upominawcze, uproszczone, gospodarcze.</w:t>
            </w:r>
          </w:p>
        </w:tc>
      </w:tr>
      <w:tr w:rsidR="00711561" w:rsidRPr="009C54AE" w14:paraId="0BAF7BE8" w14:textId="77777777" w:rsidTr="000F663B">
        <w:tc>
          <w:tcPr>
            <w:tcW w:w="9639" w:type="dxa"/>
            <w:gridSpan w:val="2"/>
          </w:tcPr>
          <w:p w14:paraId="09BF51BD" w14:textId="77777777" w:rsidR="00711561" w:rsidRPr="000074D5" w:rsidRDefault="00711561" w:rsidP="00E90E8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nieprocesowe – ogólna charakterystyka </w:t>
            </w:r>
          </w:p>
        </w:tc>
      </w:tr>
      <w:tr w:rsidR="00711561" w:rsidRPr="009C54AE" w14:paraId="06E22F91" w14:textId="77777777" w:rsidTr="000F663B">
        <w:tc>
          <w:tcPr>
            <w:tcW w:w="9639" w:type="dxa"/>
            <w:gridSpan w:val="2"/>
          </w:tcPr>
          <w:p w14:paraId="66312841" w14:textId="77777777" w:rsidR="00711561" w:rsidRPr="000074D5" w:rsidRDefault="00711561" w:rsidP="00E90E8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Poszczególne rodzaje postępowań nieprocesowych – po</w:t>
            </w:r>
            <w:r>
              <w:rPr>
                <w:rFonts w:ascii="Corbel" w:hAnsi="Corbel"/>
                <w:b/>
                <w:sz w:val="24"/>
                <w:szCs w:val="24"/>
              </w:rPr>
              <w:t>stępowanie w sprawach osobowych</w:t>
            </w:r>
          </w:p>
        </w:tc>
      </w:tr>
      <w:tr w:rsidR="00711561" w:rsidRPr="009C54AE" w14:paraId="0746D173" w14:textId="77777777" w:rsidTr="000F663B">
        <w:tc>
          <w:tcPr>
            <w:tcW w:w="9639" w:type="dxa"/>
            <w:gridSpan w:val="2"/>
          </w:tcPr>
          <w:p w14:paraId="2E477B02" w14:textId="77777777" w:rsidR="00711561" w:rsidRPr="000074D5" w:rsidRDefault="00711561" w:rsidP="00E90E8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Poszczególne rodzaje postępowań nieprocesowych – postępowanie spadko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we </w:t>
            </w:r>
          </w:p>
        </w:tc>
      </w:tr>
      <w:tr w:rsidR="00711561" w:rsidRPr="009C54AE" w14:paraId="532C88BC" w14:textId="77777777" w:rsidTr="000F663B">
        <w:tc>
          <w:tcPr>
            <w:tcW w:w="9639" w:type="dxa"/>
            <w:gridSpan w:val="2"/>
          </w:tcPr>
          <w:p w14:paraId="42DDD476" w14:textId="77777777" w:rsidR="00711561" w:rsidRPr="000074D5" w:rsidRDefault="00711561" w:rsidP="00E90E8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Poszczególne rodzaje postępowań nieprocesowych – postępowanie w sprawach rzeczowych </w:t>
            </w:r>
          </w:p>
        </w:tc>
      </w:tr>
      <w:tr w:rsidR="00711561" w:rsidRPr="009C54AE" w14:paraId="3727BBC8" w14:textId="77777777" w:rsidTr="000F663B">
        <w:tc>
          <w:tcPr>
            <w:tcW w:w="9639" w:type="dxa"/>
            <w:gridSpan w:val="2"/>
          </w:tcPr>
          <w:p w14:paraId="6E867447" w14:textId="77777777" w:rsidR="00711561" w:rsidRPr="000074D5" w:rsidRDefault="00711561" w:rsidP="00E90E8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zabezpieczające </w:t>
            </w:r>
          </w:p>
        </w:tc>
      </w:tr>
    </w:tbl>
    <w:p w14:paraId="6BE32DDA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BD559D" w14:textId="77777777" w:rsidR="00E90E82" w:rsidRDefault="00E90E82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0562E349" w14:textId="218A46AC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>zajęć praktycznych</w:t>
      </w:r>
    </w:p>
    <w:p w14:paraId="3DB607F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11561" w:rsidRPr="009C54AE" w14:paraId="58DBF322" w14:textId="77777777" w:rsidTr="000F663B">
        <w:tc>
          <w:tcPr>
            <w:tcW w:w="9639" w:type="dxa"/>
          </w:tcPr>
          <w:p w14:paraId="13B9C58A" w14:textId="77777777" w:rsidR="00711561" w:rsidRPr="00E90E82" w:rsidRDefault="00711561" w:rsidP="00E90E82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E90E82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11561" w:rsidRPr="009C54AE" w14:paraId="0EF41A99" w14:textId="77777777" w:rsidTr="000F663B">
        <w:tc>
          <w:tcPr>
            <w:tcW w:w="9639" w:type="dxa"/>
          </w:tcPr>
          <w:p w14:paraId="090B3B71" w14:textId="77777777" w:rsidR="00711561" w:rsidRPr="00E90E82" w:rsidRDefault="00711561" w:rsidP="00E90E8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E90E82">
              <w:rPr>
                <w:rFonts w:ascii="Corbel" w:hAnsi="Corbel"/>
                <w:b/>
                <w:sz w:val="24"/>
                <w:szCs w:val="24"/>
              </w:rPr>
              <w:t>Pojęcia ogólne</w:t>
            </w:r>
            <w:r w:rsidRPr="00E90E82">
              <w:rPr>
                <w:rFonts w:ascii="Corbel" w:hAnsi="Corbel"/>
                <w:sz w:val="24"/>
                <w:szCs w:val="24"/>
              </w:rPr>
              <w:t>: pojęcie postępowania cywilnego i prawa procesowego cywilnego, prawo procesowe cywilne a prawo cywilne (materialne). Stosunek postępowania cywilnego do innych postępowań – droga sądowa w sprawach cywilnych, pojęcie sprawy cywilnej, sprawy gospodarczej, sprawy z zakresu prawa pracy, sprawy z zakresu ubezpieczeń społecznych, sprawy małżeńskie, sprawy rodzinne.</w:t>
            </w:r>
          </w:p>
        </w:tc>
      </w:tr>
      <w:tr w:rsidR="00711561" w:rsidRPr="009C54AE" w14:paraId="1A6807A5" w14:textId="77777777" w:rsidTr="000F663B">
        <w:tc>
          <w:tcPr>
            <w:tcW w:w="9639" w:type="dxa"/>
          </w:tcPr>
          <w:p w14:paraId="45AD0A11" w14:textId="77777777" w:rsidR="00711561" w:rsidRPr="00E90E82" w:rsidRDefault="00711561" w:rsidP="00E90E8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E90E82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E90E82">
              <w:rPr>
                <w:rFonts w:ascii="Corbel" w:hAnsi="Corbel"/>
                <w:sz w:val="24"/>
                <w:szCs w:val="24"/>
              </w:rPr>
              <w:t>: Sąd – jurysdykcja krajowa, właściwość sądów w sprawach cywilnych, skład organów sądowych, wyłączenie osób wchodzących w skład organów sądowych. Prokurator, organizacje pozarządowe.</w:t>
            </w:r>
          </w:p>
        </w:tc>
      </w:tr>
      <w:tr w:rsidR="00711561" w:rsidRPr="009C54AE" w14:paraId="4709BA90" w14:textId="77777777" w:rsidTr="000F663B">
        <w:tc>
          <w:tcPr>
            <w:tcW w:w="9639" w:type="dxa"/>
          </w:tcPr>
          <w:p w14:paraId="23F9F3C6" w14:textId="193F7F25" w:rsidR="00711561" w:rsidRPr="00E90E82" w:rsidRDefault="00711561" w:rsidP="00E90E8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E90E82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E90E82">
              <w:rPr>
                <w:rFonts w:ascii="Corbel" w:hAnsi="Corbel"/>
                <w:sz w:val="24"/>
                <w:szCs w:val="24"/>
              </w:rPr>
              <w:t>: Strony i uczestnicy postępowania. Strony w procesie (zdolność sądowa, procesowa, postulacyjna, legitymacja procesowa), współuczestnictwo w sporze, interwencja główna. Udział osób trzecich – interwencja uboczna i przypozwanie.</w:t>
            </w:r>
          </w:p>
        </w:tc>
      </w:tr>
      <w:tr w:rsidR="00711561" w:rsidRPr="009C54AE" w14:paraId="4BD8411E" w14:textId="77777777" w:rsidTr="000F663B">
        <w:tc>
          <w:tcPr>
            <w:tcW w:w="9639" w:type="dxa"/>
          </w:tcPr>
          <w:p w14:paraId="5B46F2AA" w14:textId="77777777" w:rsidR="00711561" w:rsidRPr="00E90E82" w:rsidRDefault="00711561" w:rsidP="00E90E82">
            <w:pPr>
              <w:shd w:val="clear" w:color="auto" w:fill="FFFFFF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90E82">
              <w:rPr>
                <w:rFonts w:ascii="Corbel" w:hAnsi="Corbel"/>
                <w:b/>
                <w:sz w:val="24"/>
                <w:szCs w:val="24"/>
              </w:rPr>
              <w:t>Przedmiot postępowania cywilnego</w:t>
            </w:r>
            <w:r w:rsidRPr="00E90E82">
              <w:rPr>
                <w:rFonts w:ascii="Corbel" w:hAnsi="Corbel"/>
                <w:sz w:val="24"/>
                <w:szCs w:val="24"/>
              </w:rPr>
              <w:t xml:space="preserve">: Powództwo i jego rodzaje, przedmiot postępowania nieprocesowego. </w:t>
            </w:r>
            <w:r w:rsidRPr="00E90E82">
              <w:rPr>
                <w:rFonts w:ascii="Corbel" w:hAnsi="Corbel"/>
                <w:b/>
                <w:sz w:val="24"/>
                <w:szCs w:val="24"/>
              </w:rPr>
              <w:t>Czynności procesowe</w:t>
            </w:r>
            <w:r w:rsidRPr="00E90E82">
              <w:rPr>
                <w:rFonts w:ascii="Corbel" w:hAnsi="Corbel"/>
                <w:sz w:val="24"/>
                <w:szCs w:val="24"/>
              </w:rPr>
              <w:t>: Pojęcie i rodzaje czynności procesowych, pisma procesowe, doręczenia. posiedzenia sądowe, terminy</w:t>
            </w:r>
            <w:r w:rsidRPr="00E90E82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</w:p>
        </w:tc>
      </w:tr>
      <w:tr w:rsidR="00711561" w:rsidRPr="009C54AE" w14:paraId="392B4FDD" w14:textId="77777777" w:rsidTr="000F663B">
        <w:tc>
          <w:tcPr>
            <w:tcW w:w="9639" w:type="dxa"/>
          </w:tcPr>
          <w:p w14:paraId="4247022D" w14:textId="77777777" w:rsidR="00711561" w:rsidRPr="00E90E82" w:rsidRDefault="00711561" w:rsidP="00E90E8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E90E82">
              <w:rPr>
                <w:rFonts w:ascii="Corbel" w:hAnsi="Corbel"/>
                <w:b/>
                <w:sz w:val="24"/>
                <w:szCs w:val="24"/>
              </w:rPr>
              <w:t>Koszty postępowania</w:t>
            </w:r>
            <w:r w:rsidRPr="00E90E82">
              <w:rPr>
                <w:rFonts w:ascii="Corbel" w:hAnsi="Corbel"/>
                <w:sz w:val="24"/>
                <w:szCs w:val="24"/>
              </w:rPr>
              <w:t>: Koszty procesu cywilnego, zasady obowiązujące co do ponoszenia kosztów procesu, zwolnienie od kosztów, zabezpieczenie kosztów.</w:t>
            </w:r>
          </w:p>
        </w:tc>
      </w:tr>
      <w:tr w:rsidR="00711561" w:rsidRPr="009C54AE" w14:paraId="1BCEB1F4" w14:textId="77777777" w:rsidTr="000F663B">
        <w:tc>
          <w:tcPr>
            <w:tcW w:w="9639" w:type="dxa"/>
          </w:tcPr>
          <w:p w14:paraId="4DA3B11E" w14:textId="77777777" w:rsidR="00711561" w:rsidRPr="00E90E82" w:rsidRDefault="00711561" w:rsidP="00E90E8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E90E82">
              <w:rPr>
                <w:rFonts w:ascii="Corbel" w:hAnsi="Corbel"/>
                <w:b/>
                <w:sz w:val="24"/>
                <w:szCs w:val="24"/>
              </w:rPr>
              <w:t xml:space="preserve">Postępowanie przed sądem I instancji: </w:t>
            </w:r>
            <w:r w:rsidRPr="00E90E82">
              <w:rPr>
                <w:rFonts w:ascii="Corbel" w:hAnsi="Corbel"/>
                <w:sz w:val="24"/>
                <w:szCs w:val="24"/>
              </w:rPr>
              <w:t>Wszczęcie procesu, pojęcie i warunki pozwu, kumulacja i rozdrabnianie roszczeń, zmiana powództwa, cofnięcie pozwu, odrzucenie pozwu. Organizacja postępowania. Rozprawa – przygotowanie i przebieg, zarządzenie łącznej i oddzielnej rozprawy, zamknięcie rozprawy. Zawieszenie i umorzenie postępowania.</w:t>
            </w:r>
          </w:p>
        </w:tc>
      </w:tr>
      <w:tr w:rsidR="00711561" w:rsidRPr="009C54AE" w14:paraId="4B49A372" w14:textId="77777777" w:rsidTr="000F663B">
        <w:tc>
          <w:tcPr>
            <w:tcW w:w="9639" w:type="dxa"/>
          </w:tcPr>
          <w:p w14:paraId="638DA040" w14:textId="77777777" w:rsidR="00711561" w:rsidRPr="00E90E82" w:rsidRDefault="00711561" w:rsidP="00E90E8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E90E82">
              <w:rPr>
                <w:rFonts w:ascii="Corbel" w:hAnsi="Corbel"/>
                <w:b/>
                <w:sz w:val="24"/>
                <w:szCs w:val="24"/>
              </w:rPr>
              <w:t xml:space="preserve">Dowody: </w:t>
            </w:r>
            <w:r w:rsidRPr="00E90E82">
              <w:rPr>
                <w:rFonts w:ascii="Corbel" w:hAnsi="Corbel"/>
                <w:sz w:val="24"/>
                <w:szCs w:val="24"/>
              </w:rPr>
              <w:t>Zagadnienia ogólne, postępowanie dowodowe, środki dowodowe – dowód z dokumentów, dowód z zeznań świadków, dowód z opinii biegłego, dowód z oględzin, dowód z przesłuchania stron, inne środki dowodowe.</w:t>
            </w:r>
          </w:p>
        </w:tc>
      </w:tr>
      <w:tr w:rsidR="00711561" w:rsidRPr="009C54AE" w14:paraId="7F41CA24" w14:textId="77777777" w:rsidTr="000F663B">
        <w:tc>
          <w:tcPr>
            <w:tcW w:w="9639" w:type="dxa"/>
          </w:tcPr>
          <w:p w14:paraId="63103157" w14:textId="77777777" w:rsidR="00711561" w:rsidRPr="00E90E82" w:rsidRDefault="00711561" w:rsidP="00E90E8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E90E82">
              <w:rPr>
                <w:rFonts w:ascii="Corbel" w:hAnsi="Corbel"/>
                <w:b/>
                <w:sz w:val="24"/>
                <w:szCs w:val="24"/>
              </w:rPr>
              <w:t xml:space="preserve">Orzeczenia: </w:t>
            </w:r>
            <w:r w:rsidRPr="00E90E82">
              <w:rPr>
                <w:rFonts w:ascii="Corbel" w:hAnsi="Corbel"/>
                <w:sz w:val="24"/>
                <w:szCs w:val="24"/>
              </w:rPr>
              <w:t>Zagadnienia ogólne, zasady orzekania, rodzaje wyroków, wydanie wyroku, wydanie postanowienia, rektyfikacja orzeczeń (sprostowanie, uzupełnienie i wykładnia), skutki prawne orzeczeń (prawomocność, wykonalność i skuteczność orzeczeń).</w:t>
            </w:r>
          </w:p>
        </w:tc>
      </w:tr>
      <w:tr w:rsidR="00711561" w:rsidRPr="009C54AE" w14:paraId="5F1220F4" w14:textId="77777777" w:rsidTr="000F663B">
        <w:tc>
          <w:tcPr>
            <w:tcW w:w="9639" w:type="dxa"/>
          </w:tcPr>
          <w:p w14:paraId="19F4CABB" w14:textId="77777777" w:rsidR="00711561" w:rsidRPr="00E90E82" w:rsidRDefault="00711561" w:rsidP="00E90E8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E90E82">
              <w:rPr>
                <w:rFonts w:ascii="Corbel" w:hAnsi="Corbel"/>
                <w:b/>
                <w:sz w:val="24"/>
                <w:szCs w:val="24"/>
              </w:rPr>
              <w:t xml:space="preserve">Zaskarżanie orzeczeń sądowych: </w:t>
            </w:r>
            <w:r w:rsidRPr="00E90E82">
              <w:rPr>
                <w:rFonts w:ascii="Corbel" w:hAnsi="Corbel"/>
                <w:sz w:val="24"/>
                <w:szCs w:val="24"/>
              </w:rPr>
              <w:t>Zagadnienia ogólne, Apelacja, zażalenie, inne środki zaskarżenia: skarga na orzeczenie referendarza sądowego, i inne.</w:t>
            </w:r>
            <w:r w:rsidRPr="00E90E82">
              <w:rPr>
                <w:rFonts w:ascii="Corbel" w:hAnsi="Corbel"/>
                <w:b/>
                <w:sz w:val="24"/>
                <w:szCs w:val="24"/>
              </w:rPr>
              <w:t xml:space="preserve"> Obalanie prawomocnych orzeczeń: </w:t>
            </w:r>
            <w:r w:rsidRPr="00E90E82">
              <w:rPr>
                <w:rFonts w:ascii="Corbel" w:hAnsi="Corbel"/>
                <w:sz w:val="24"/>
                <w:szCs w:val="24"/>
              </w:rPr>
              <w:t>Skarga kasacyjna, wznowienie postępowania, skarga o stwierdzenie niezgodności z prawem prawomocnego orzeczenia.</w:t>
            </w:r>
          </w:p>
        </w:tc>
      </w:tr>
      <w:tr w:rsidR="00711561" w:rsidRPr="009C54AE" w14:paraId="39FA333A" w14:textId="77777777" w:rsidTr="000F663B">
        <w:tc>
          <w:tcPr>
            <w:tcW w:w="9639" w:type="dxa"/>
          </w:tcPr>
          <w:p w14:paraId="5587133F" w14:textId="77777777" w:rsidR="00711561" w:rsidRPr="00E90E82" w:rsidRDefault="00711561" w:rsidP="00E90E8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E90E82">
              <w:rPr>
                <w:rFonts w:ascii="Corbel" w:hAnsi="Corbel"/>
                <w:b/>
                <w:sz w:val="24"/>
                <w:szCs w:val="24"/>
              </w:rPr>
              <w:t>Postępowania odrębne</w:t>
            </w:r>
            <w:r w:rsidRPr="00E90E82">
              <w:rPr>
                <w:rFonts w:ascii="Corbel" w:hAnsi="Corbel"/>
                <w:sz w:val="24"/>
                <w:szCs w:val="24"/>
              </w:rPr>
              <w:t>: Postępowanie w sprawach małżeńskich, z zakresu prawa pracy, postępowanie nakazowe, upominawcze, uproszczone, gospodarcze, o naruszenie posiadania.</w:t>
            </w:r>
          </w:p>
        </w:tc>
      </w:tr>
      <w:tr w:rsidR="00711561" w:rsidRPr="009C54AE" w14:paraId="6B422FB9" w14:textId="77777777" w:rsidTr="000F663B">
        <w:tc>
          <w:tcPr>
            <w:tcW w:w="9639" w:type="dxa"/>
          </w:tcPr>
          <w:p w14:paraId="4E8BFBA8" w14:textId="77777777" w:rsidR="00711561" w:rsidRPr="00E90E82" w:rsidRDefault="00711561" w:rsidP="00E90E8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E90E82">
              <w:rPr>
                <w:rFonts w:ascii="Corbel" w:hAnsi="Corbel"/>
                <w:b/>
                <w:sz w:val="24"/>
                <w:szCs w:val="24"/>
              </w:rPr>
              <w:t>Postępowanie nieprocesowe.</w:t>
            </w:r>
          </w:p>
        </w:tc>
      </w:tr>
      <w:tr w:rsidR="00711561" w:rsidRPr="009C54AE" w14:paraId="286990EE" w14:textId="77777777" w:rsidTr="000F663B">
        <w:tc>
          <w:tcPr>
            <w:tcW w:w="9639" w:type="dxa"/>
          </w:tcPr>
          <w:p w14:paraId="652DC849" w14:textId="77777777" w:rsidR="00711561" w:rsidRPr="00E90E82" w:rsidRDefault="00711561" w:rsidP="00E90E8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E90E82">
              <w:rPr>
                <w:rFonts w:ascii="Corbel" w:hAnsi="Corbel"/>
                <w:b/>
                <w:sz w:val="24"/>
                <w:szCs w:val="24"/>
              </w:rPr>
              <w:t>Postępowanie zabezpieczające.</w:t>
            </w:r>
          </w:p>
        </w:tc>
      </w:tr>
    </w:tbl>
    <w:p w14:paraId="10DC9AB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2759DB" w14:textId="33FD7A32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E90E82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2AF136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082A33" w14:textId="77777777" w:rsidR="00711561" w:rsidRPr="000C6F12" w:rsidRDefault="00711561" w:rsidP="00E90E82">
      <w:pPr>
        <w:spacing w:after="0" w:line="240" w:lineRule="auto"/>
        <w:ind w:left="851"/>
        <w:rPr>
          <w:rFonts w:ascii="Corbel" w:hAnsi="Corbel"/>
          <w:sz w:val="24"/>
          <w:szCs w:val="24"/>
        </w:rPr>
      </w:pPr>
      <w:r w:rsidRPr="000C6F12">
        <w:rPr>
          <w:rFonts w:ascii="Corbel" w:hAnsi="Corbel"/>
          <w:b/>
          <w:sz w:val="24"/>
          <w:szCs w:val="24"/>
        </w:rPr>
        <w:t xml:space="preserve">Wykład: </w:t>
      </w:r>
      <w:r w:rsidRPr="000C6F12">
        <w:rPr>
          <w:rFonts w:ascii="Corbel" w:hAnsi="Corbel"/>
          <w:sz w:val="24"/>
          <w:szCs w:val="24"/>
        </w:rPr>
        <w:t>wykład problemowy, wykład konwersatoryjny, wykład z prezentacją multimedialną, metody kształcenia na odległość</w:t>
      </w:r>
      <w:r w:rsidRPr="000C6F12">
        <w:rPr>
          <w:rFonts w:ascii="Corbel" w:hAnsi="Corbel"/>
          <w:b/>
          <w:sz w:val="24"/>
          <w:szCs w:val="24"/>
        </w:rPr>
        <w:t xml:space="preserve">. </w:t>
      </w:r>
      <w:r w:rsidRPr="000C6F12"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14:paraId="3547CE3B" w14:textId="77777777" w:rsidR="00711561" w:rsidRPr="000C6F12" w:rsidRDefault="00711561" w:rsidP="00E90E82">
      <w:pPr>
        <w:spacing w:before="60" w:after="0" w:line="240" w:lineRule="auto"/>
        <w:ind w:left="851"/>
        <w:rPr>
          <w:rFonts w:ascii="Corbel" w:hAnsi="Corbel"/>
          <w:sz w:val="24"/>
          <w:szCs w:val="24"/>
        </w:rPr>
      </w:pPr>
      <w:r w:rsidRPr="000C6F12">
        <w:rPr>
          <w:rFonts w:ascii="Corbel" w:hAnsi="Corbel"/>
          <w:b/>
          <w:sz w:val="24"/>
          <w:szCs w:val="24"/>
        </w:rPr>
        <w:t xml:space="preserve">Ćwiczenia: </w:t>
      </w:r>
      <w:r w:rsidRPr="00D87AD9">
        <w:rPr>
          <w:rFonts w:ascii="Corbel" w:hAnsi="Corbel"/>
          <w:sz w:val="24"/>
          <w:szCs w:val="24"/>
        </w:rPr>
        <w:t>p</w:t>
      </w:r>
      <w:r w:rsidRPr="000C6F12">
        <w:rPr>
          <w:rFonts w:ascii="Corbel" w:hAnsi="Corbel"/>
          <w:sz w:val="24"/>
          <w:szCs w:val="24"/>
        </w:rPr>
        <w:t>raca w grupach związana z analizą konkretnych problemów cywilnoprocesowych (rozwiązywanie kazusów, dyskusja). Analiza tekstów z dyskusją, metody kształcenia na odległość.</w:t>
      </w:r>
    </w:p>
    <w:p w14:paraId="1EBF6FE6" w14:textId="77777777" w:rsidR="00711561" w:rsidRDefault="0071156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8CFD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77A17E0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12A452E4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AF3278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711561" w:rsidRPr="00820A48" w14:paraId="6C5E7627" w14:textId="77777777" w:rsidTr="000F663B">
        <w:trPr>
          <w:trHeight w:val="838"/>
        </w:trPr>
        <w:tc>
          <w:tcPr>
            <w:tcW w:w="1915" w:type="dxa"/>
          </w:tcPr>
          <w:p w14:paraId="17BEE0F2" w14:textId="54388FBD" w:rsidR="00711561" w:rsidRPr="00AF3278" w:rsidRDefault="00711561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20A48">
              <w:rPr>
                <w:rFonts w:ascii="Corbel" w:hAnsi="Corbel"/>
                <w:b w:val="0"/>
                <w:smallCaps w:val="0"/>
                <w:sz w:val="23"/>
                <w:szCs w:val="23"/>
              </w:rPr>
              <w:t>Symbol efektu</w:t>
            </w:r>
          </w:p>
        </w:tc>
        <w:tc>
          <w:tcPr>
            <w:tcW w:w="4875" w:type="dxa"/>
          </w:tcPr>
          <w:p w14:paraId="10C86182" w14:textId="77777777" w:rsidR="00711561" w:rsidRPr="00820A48" w:rsidRDefault="00711561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3"/>
                <w:szCs w:val="23"/>
              </w:rPr>
            </w:pPr>
            <w:r w:rsidRPr="00820A48">
              <w:rPr>
                <w:rFonts w:ascii="Corbel" w:hAnsi="Corbel"/>
                <w:b w:val="0"/>
                <w:smallCaps w:val="0"/>
                <w:color w:val="000000"/>
                <w:sz w:val="23"/>
                <w:szCs w:val="23"/>
              </w:rPr>
              <w:t>Metody oceny efektów uczenia się</w:t>
            </w:r>
          </w:p>
          <w:p w14:paraId="7251778A" w14:textId="77777777" w:rsidR="00711561" w:rsidRPr="00820A48" w:rsidRDefault="00711561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20A48">
              <w:rPr>
                <w:rFonts w:ascii="Corbel" w:hAnsi="Corbel"/>
                <w:b w:val="0"/>
                <w:smallCaps w:val="0"/>
                <w:color w:val="000000"/>
                <w:sz w:val="23"/>
                <w:szCs w:val="23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14:paraId="3A63D5A1" w14:textId="77777777" w:rsidR="00711561" w:rsidRPr="00820A48" w:rsidRDefault="00711561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20A48">
              <w:rPr>
                <w:rFonts w:ascii="Corbel" w:hAnsi="Corbel"/>
                <w:b w:val="0"/>
                <w:smallCaps w:val="0"/>
                <w:sz w:val="23"/>
                <w:szCs w:val="23"/>
              </w:rPr>
              <w:t>Forma zajęć dydaktycznych</w:t>
            </w:r>
          </w:p>
          <w:p w14:paraId="23075BEE" w14:textId="77777777" w:rsidR="00711561" w:rsidRPr="00820A48" w:rsidRDefault="00711561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20A48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 ( w, ćw, …)</w:t>
            </w:r>
          </w:p>
        </w:tc>
      </w:tr>
      <w:tr w:rsidR="00711561" w:rsidRPr="00820A48" w14:paraId="4AD092C8" w14:textId="77777777" w:rsidTr="00AF3278">
        <w:trPr>
          <w:trHeight w:val="340"/>
        </w:trPr>
        <w:tc>
          <w:tcPr>
            <w:tcW w:w="1915" w:type="dxa"/>
            <w:vAlign w:val="center"/>
          </w:tcPr>
          <w:p w14:paraId="7EE794F3" w14:textId="32495812" w:rsidR="00711561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EK_01</w:t>
            </w:r>
          </w:p>
        </w:tc>
        <w:tc>
          <w:tcPr>
            <w:tcW w:w="4875" w:type="dxa"/>
            <w:vAlign w:val="center"/>
          </w:tcPr>
          <w:p w14:paraId="154A25F1" w14:textId="77777777" w:rsidR="00711561" w:rsidRPr="00AF3278" w:rsidRDefault="00711561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Egzamin pisemny, kolokwium </w:t>
            </w:r>
          </w:p>
        </w:tc>
        <w:tc>
          <w:tcPr>
            <w:tcW w:w="2190" w:type="dxa"/>
            <w:vAlign w:val="center"/>
          </w:tcPr>
          <w:p w14:paraId="589E452C" w14:textId="72B0DE74" w:rsidR="00711561" w:rsidRPr="00AF3278" w:rsidRDefault="00711561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W</w:t>
            </w:r>
            <w:r w:rsid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ykł.</w:t>
            </w: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, Ć</w:t>
            </w:r>
            <w:r w:rsid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wicz.</w:t>
            </w:r>
          </w:p>
        </w:tc>
      </w:tr>
      <w:tr w:rsidR="00AF3278" w:rsidRPr="00820A48" w14:paraId="28E533A2" w14:textId="77777777" w:rsidTr="00F2561D">
        <w:trPr>
          <w:trHeight w:val="340"/>
        </w:trPr>
        <w:tc>
          <w:tcPr>
            <w:tcW w:w="1915" w:type="dxa"/>
            <w:vAlign w:val="center"/>
          </w:tcPr>
          <w:p w14:paraId="3E9BEEC7" w14:textId="42C489EC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EK_02</w:t>
            </w:r>
          </w:p>
        </w:tc>
        <w:tc>
          <w:tcPr>
            <w:tcW w:w="4875" w:type="dxa"/>
            <w:vAlign w:val="center"/>
          </w:tcPr>
          <w:p w14:paraId="7F242640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Egzamin pisemny, kolokwium</w:t>
            </w:r>
          </w:p>
        </w:tc>
        <w:tc>
          <w:tcPr>
            <w:tcW w:w="2190" w:type="dxa"/>
          </w:tcPr>
          <w:p w14:paraId="28DC5CEA" w14:textId="07C53835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604104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Wykł., Ćwicz.</w:t>
            </w:r>
          </w:p>
        </w:tc>
      </w:tr>
      <w:tr w:rsidR="00AF3278" w:rsidRPr="00820A48" w14:paraId="3DD8FD4D" w14:textId="77777777" w:rsidTr="00F2561D">
        <w:trPr>
          <w:trHeight w:val="340"/>
        </w:trPr>
        <w:tc>
          <w:tcPr>
            <w:tcW w:w="1915" w:type="dxa"/>
            <w:vAlign w:val="center"/>
          </w:tcPr>
          <w:p w14:paraId="7BFA9149" w14:textId="3E5C20E3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EK_03</w:t>
            </w:r>
          </w:p>
        </w:tc>
        <w:tc>
          <w:tcPr>
            <w:tcW w:w="4875" w:type="dxa"/>
            <w:vAlign w:val="center"/>
          </w:tcPr>
          <w:p w14:paraId="56A489A4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Egzamin pisemny, kolokwium</w:t>
            </w:r>
          </w:p>
        </w:tc>
        <w:tc>
          <w:tcPr>
            <w:tcW w:w="2190" w:type="dxa"/>
          </w:tcPr>
          <w:p w14:paraId="0141369E" w14:textId="7CC45407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604104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Wykł., Ćwicz.</w:t>
            </w:r>
          </w:p>
        </w:tc>
      </w:tr>
      <w:tr w:rsidR="00AF3278" w:rsidRPr="00820A48" w14:paraId="15EC2219" w14:textId="77777777" w:rsidTr="00F2561D">
        <w:trPr>
          <w:trHeight w:val="340"/>
        </w:trPr>
        <w:tc>
          <w:tcPr>
            <w:tcW w:w="1915" w:type="dxa"/>
            <w:vAlign w:val="center"/>
          </w:tcPr>
          <w:p w14:paraId="487A4BC3" w14:textId="4975AE9A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EK_04</w:t>
            </w:r>
          </w:p>
        </w:tc>
        <w:tc>
          <w:tcPr>
            <w:tcW w:w="4875" w:type="dxa"/>
            <w:vAlign w:val="center"/>
          </w:tcPr>
          <w:p w14:paraId="16B96683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Egzamin pisemny, kolokwium</w:t>
            </w:r>
          </w:p>
        </w:tc>
        <w:tc>
          <w:tcPr>
            <w:tcW w:w="2190" w:type="dxa"/>
          </w:tcPr>
          <w:p w14:paraId="619E6DEE" w14:textId="171679A7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604104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Wykł., Ćwicz.</w:t>
            </w:r>
          </w:p>
        </w:tc>
      </w:tr>
      <w:tr w:rsidR="00AF3278" w:rsidRPr="00820A48" w14:paraId="36380D2E" w14:textId="77777777" w:rsidTr="00F2561D">
        <w:trPr>
          <w:trHeight w:val="340"/>
        </w:trPr>
        <w:tc>
          <w:tcPr>
            <w:tcW w:w="1915" w:type="dxa"/>
            <w:vAlign w:val="center"/>
          </w:tcPr>
          <w:p w14:paraId="1EE4DC5F" w14:textId="2FF388A8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EK_05</w:t>
            </w:r>
          </w:p>
        </w:tc>
        <w:tc>
          <w:tcPr>
            <w:tcW w:w="4875" w:type="dxa"/>
            <w:vAlign w:val="center"/>
          </w:tcPr>
          <w:p w14:paraId="4CE6E055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Egzamin pisemny, kolokwium</w:t>
            </w:r>
          </w:p>
        </w:tc>
        <w:tc>
          <w:tcPr>
            <w:tcW w:w="2190" w:type="dxa"/>
          </w:tcPr>
          <w:p w14:paraId="50390315" w14:textId="141FE4CB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604104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Wykł., Ćwicz.</w:t>
            </w:r>
          </w:p>
        </w:tc>
      </w:tr>
      <w:tr w:rsidR="00AF3278" w:rsidRPr="00820A48" w14:paraId="0A409CEB" w14:textId="77777777" w:rsidTr="00F2561D">
        <w:trPr>
          <w:trHeight w:val="340"/>
        </w:trPr>
        <w:tc>
          <w:tcPr>
            <w:tcW w:w="1915" w:type="dxa"/>
            <w:vAlign w:val="center"/>
          </w:tcPr>
          <w:p w14:paraId="1F5E5B4E" w14:textId="01F12732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EK_06</w:t>
            </w:r>
          </w:p>
        </w:tc>
        <w:tc>
          <w:tcPr>
            <w:tcW w:w="4875" w:type="dxa"/>
            <w:vAlign w:val="center"/>
          </w:tcPr>
          <w:p w14:paraId="01E17EA8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Egzamin pisemny, kolokwium</w:t>
            </w:r>
          </w:p>
        </w:tc>
        <w:tc>
          <w:tcPr>
            <w:tcW w:w="2190" w:type="dxa"/>
          </w:tcPr>
          <w:p w14:paraId="42C492CD" w14:textId="54BA8340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604104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Wykł., Ćwicz.</w:t>
            </w:r>
          </w:p>
        </w:tc>
      </w:tr>
      <w:tr w:rsidR="00AF3278" w:rsidRPr="00820A48" w14:paraId="59830536" w14:textId="77777777" w:rsidTr="00F2561D">
        <w:trPr>
          <w:trHeight w:val="340"/>
        </w:trPr>
        <w:tc>
          <w:tcPr>
            <w:tcW w:w="1915" w:type="dxa"/>
            <w:vAlign w:val="center"/>
          </w:tcPr>
          <w:p w14:paraId="6BD090B3" w14:textId="08EC0558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EK_07</w:t>
            </w:r>
          </w:p>
        </w:tc>
        <w:tc>
          <w:tcPr>
            <w:tcW w:w="4875" w:type="dxa"/>
            <w:vAlign w:val="center"/>
          </w:tcPr>
          <w:p w14:paraId="3B4C1F1C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Egzamin pisemny, kolokwium</w:t>
            </w:r>
          </w:p>
        </w:tc>
        <w:tc>
          <w:tcPr>
            <w:tcW w:w="2190" w:type="dxa"/>
          </w:tcPr>
          <w:p w14:paraId="72524737" w14:textId="3C75D3EB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604104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Wykł., Ćwicz.</w:t>
            </w:r>
          </w:p>
        </w:tc>
      </w:tr>
      <w:tr w:rsidR="00AF3278" w:rsidRPr="00820A48" w14:paraId="39ACC0EB" w14:textId="77777777" w:rsidTr="00F2561D">
        <w:trPr>
          <w:trHeight w:val="340"/>
        </w:trPr>
        <w:tc>
          <w:tcPr>
            <w:tcW w:w="1915" w:type="dxa"/>
            <w:vAlign w:val="center"/>
          </w:tcPr>
          <w:p w14:paraId="126BC8C1" w14:textId="1DBAB9BD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EK_08</w:t>
            </w:r>
          </w:p>
        </w:tc>
        <w:tc>
          <w:tcPr>
            <w:tcW w:w="4875" w:type="dxa"/>
            <w:vAlign w:val="center"/>
          </w:tcPr>
          <w:p w14:paraId="4C014950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68665A8D" w14:textId="7DB73FAD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604104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Wykł., Ćwicz.</w:t>
            </w:r>
          </w:p>
        </w:tc>
      </w:tr>
      <w:tr w:rsidR="00AF3278" w:rsidRPr="00820A48" w14:paraId="366DF98C" w14:textId="77777777" w:rsidTr="00967BA9">
        <w:trPr>
          <w:trHeight w:val="340"/>
        </w:trPr>
        <w:tc>
          <w:tcPr>
            <w:tcW w:w="1915" w:type="dxa"/>
            <w:vAlign w:val="center"/>
          </w:tcPr>
          <w:p w14:paraId="3371CE37" w14:textId="4B40E60A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EK_09</w:t>
            </w:r>
          </w:p>
        </w:tc>
        <w:tc>
          <w:tcPr>
            <w:tcW w:w="4875" w:type="dxa"/>
            <w:vAlign w:val="center"/>
          </w:tcPr>
          <w:p w14:paraId="3000DB77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Projekt</w:t>
            </w:r>
          </w:p>
        </w:tc>
        <w:tc>
          <w:tcPr>
            <w:tcW w:w="2190" w:type="dxa"/>
          </w:tcPr>
          <w:p w14:paraId="2BF022A6" w14:textId="0AA9DF8F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333A86">
              <w:rPr>
                <w:rFonts w:ascii="Corbel" w:hAnsi="Corbel"/>
                <w:b w:val="0"/>
                <w:smallCaps w:val="0"/>
                <w:sz w:val="23"/>
                <w:szCs w:val="23"/>
              </w:rPr>
              <w:t>Ćwicz.</w:t>
            </w:r>
          </w:p>
        </w:tc>
      </w:tr>
      <w:tr w:rsidR="00AF3278" w:rsidRPr="00820A48" w14:paraId="3862FBEA" w14:textId="77777777" w:rsidTr="00967BA9">
        <w:trPr>
          <w:trHeight w:val="340"/>
        </w:trPr>
        <w:tc>
          <w:tcPr>
            <w:tcW w:w="1915" w:type="dxa"/>
            <w:vAlign w:val="center"/>
          </w:tcPr>
          <w:p w14:paraId="340B2F06" w14:textId="29EC2307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EK_10</w:t>
            </w:r>
          </w:p>
        </w:tc>
        <w:tc>
          <w:tcPr>
            <w:tcW w:w="4875" w:type="dxa"/>
            <w:vAlign w:val="center"/>
          </w:tcPr>
          <w:p w14:paraId="2C17D7BE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Projekt</w:t>
            </w:r>
          </w:p>
        </w:tc>
        <w:tc>
          <w:tcPr>
            <w:tcW w:w="2190" w:type="dxa"/>
          </w:tcPr>
          <w:p w14:paraId="29BC5058" w14:textId="30C862A4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333A86">
              <w:rPr>
                <w:rFonts w:ascii="Corbel" w:hAnsi="Corbel"/>
                <w:b w:val="0"/>
                <w:smallCaps w:val="0"/>
                <w:sz w:val="23"/>
                <w:szCs w:val="23"/>
              </w:rPr>
              <w:t>Ćwicz.</w:t>
            </w:r>
          </w:p>
        </w:tc>
      </w:tr>
      <w:tr w:rsidR="00AF3278" w:rsidRPr="00820A48" w14:paraId="3D4EFD77" w14:textId="77777777" w:rsidTr="00967BA9">
        <w:trPr>
          <w:trHeight w:val="340"/>
        </w:trPr>
        <w:tc>
          <w:tcPr>
            <w:tcW w:w="1915" w:type="dxa"/>
            <w:vAlign w:val="center"/>
          </w:tcPr>
          <w:p w14:paraId="4866FF79" w14:textId="5A79A211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EK_11</w:t>
            </w:r>
          </w:p>
        </w:tc>
        <w:tc>
          <w:tcPr>
            <w:tcW w:w="4875" w:type="dxa"/>
            <w:vAlign w:val="center"/>
          </w:tcPr>
          <w:p w14:paraId="32639907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Projekt, obserwacja w trakcie zajęć</w:t>
            </w:r>
          </w:p>
        </w:tc>
        <w:tc>
          <w:tcPr>
            <w:tcW w:w="2190" w:type="dxa"/>
          </w:tcPr>
          <w:p w14:paraId="31F273BE" w14:textId="62363E2B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333A86">
              <w:rPr>
                <w:rFonts w:ascii="Corbel" w:hAnsi="Corbel"/>
                <w:b w:val="0"/>
                <w:smallCaps w:val="0"/>
                <w:sz w:val="23"/>
                <w:szCs w:val="23"/>
              </w:rPr>
              <w:t>Ćwicz.</w:t>
            </w:r>
          </w:p>
        </w:tc>
      </w:tr>
      <w:tr w:rsidR="00AF3278" w:rsidRPr="00820A48" w14:paraId="13517E47" w14:textId="77777777" w:rsidTr="00967BA9">
        <w:trPr>
          <w:trHeight w:val="340"/>
        </w:trPr>
        <w:tc>
          <w:tcPr>
            <w:tcW w:w="1915" w:type="dxa"/>
            <w:vAlign w:val="center"/>
          </w:tcPr>
          <w:p w14:paraId="1A5E95F9" w14:textId="71393934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EK_12</w:t>
            </w:r>
          </w:p>
        </w:tc>
        <w:tc>
          <w:tcPr>
            <w:tcW w:w="4875" w:type="dxa"/>
            <w:vAlign w:val="center"/>
          </w:tcPr>
          <w:p w14:paraId="39AC3FD5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zajęć, projekt</w:t>
            </w:r>
          </w:p>
        </w:tc>
        <w:tc>
          <w:tcPr>
            <w:tcW w:w="2190" w:type="dxa"/>
          </w:tcPr>
          <w:p w14:paraId="2019A812" w14:textId="3D98D440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333A86">
              <w:rPr>
                <w:rFonts w:ascii="Corbel" w:hAnsi="Corbel"/>
                <w:b w:val="0"/>
                <w:smallCaps w:val="0"/>
                <w:sz w:val="23"/>
                <w:szCs w:val="23"/>
              </w:rPr>
              <w:t>Ćwicz.</w:t>
            </w:r>
          </w:p>
        </w:tc>
      </w:tr>
      <w:tr w:rsidR="00AF3278" w:rsidRPr="00820A48" w14:paraId="69E94B09" w14:textId="77777777" w:rsidTr="00967BA9">
        <w:trPr>
          <w:trHeight w:val="340"/>
        </w:trPr>
        <w:tc>
          <w:tcPr>
            <w:tcW w:w="1915" w:type="dxa"/>
            <w:vAlign w:val="center"/>
          </w:tcPr>
          <w:p w14:paraId="38662510" w14:textId="31058A06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EK_13</w:t>
            </w:r>
          </w:p>
        </w:tc>
        <w:tc>
          <w:tcPr>
            <w:tcW w:w="4875" w:type="dxa"/>
            <w:vAlign w:val="center"/>
          </w:tcPr>
          <w:p w14:paraId="41A8A44A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zajęć, projekt</w:t>
            </w:r>
          </w:p>
        </w:tc>
        <w:tc>
          <w:tcPr>
            <w:tcW w:w="2190" w:type="dxa"/>
          </w:tcPr>
          <w:p w14:paraId="7DB37DAD" w14:textId="210D4CBC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333A86">
              <w:rPr>
                <w:rFonts w:ascii="Corbel" w:hAnsi="Corbel"/>
                <w:b w:val="0"/>
                <w:smallCaps w:val="0"/>
                <w:sz w:val="23"/>
                <w:szCs w:val="23"/>
              </w:rPr>
              <w:t>Ćwicz.</w:t>
            </w:r>
          </w:p>
        </w:tc>
      </w:tr>
      <w:tr w:rsidR="00AF3278" w:rsidRPr="00820A48" w14:paraId="2B371F12" w14:textId="77777777" w:rsidTr="00967BA9">
        <w:trPr>
          <w:trHeight w:val="340"/>
        </w:trPr>
        <w:tc>
          <w:tcPr>
            <w:tcW w:w="1915" w:type="dxa"/>
            <w:vAlign w:val="center"/>
          </w:tcPr>
          <w:p w14:paraId="35F07568" w14:textId="0038747D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EK_14</w:t>
            </w:r>
          </w:p>
        </w:tc>
        <w:tc>
          <w:tcPr>
            <w:tcW w:w="4875" w:type="dxa"/>
            <w:vAlign w:val="center"/>
          </w:tcPr>
          <w:p w14:paraId="64D4E827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zajęć, projekt</w:t>
            </w:r>
          </w:p>
        </w:tc>
        <w:tc>
          <w:tcPr>
            <w:tcW w:w="2190" w:type="dxa"/>
          </w:tcPr>
          <w:p w14:paraId="56DB040C" w14:textId="02794ECE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333A86">
              <w:rPr>
                <w:rFonts w:ascii="Corbel" w:hAnsi="Corbel"/>
                <w:b w:val="0"/>
                <w:smallCaps w:val="0"/>
                <w:sz w:val="23"/>
                <w:szCs w:val="23"/>
              </w:rPr>
              <w:t>Ćwicz.</w:t>
            </w:r>
          </w:p>
        </w:tc>
      </w:tr>
      <w:tr w:rsidR="00AF3278" w:rsidRPr="00820A48" w14:paraId="6A97A622" w14:textId="77777777" w:rsidTr="00D21E80">
        <w:trPr>
          <w:trHeight w:val="340"/>
        </w:trPr>
        <w:tc>
          <w:tcPr>
            <w:tcW w:w="1915" w:type="dxa"/>
            <w:vAlign w:val="center"/>
          </w:tcPr>
          <w:p w14:paraId="7CAFBFCA" w14:textId="06213D6D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EK_15</w:t>
            </w:r>
          </w:p>
        </w:tc>
        <w:tc>
          <w:tcPr>
            <w:tcW w:w="4875" w:type="dxa"/>
            <w:vAlign w:val="center"/>
          </w:tcPr>
          <w:p w14:paraId="7D5DA8CE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Egzamin pisemny, kolokwium</w:t>
            </w:r>
          </w:p>
        </w:tc>
        <w:tc>
          <w:tcPr>
            <w:tcW w:w="2190" w:type="dxa"/>
          </w:tcPr>
          <w:p w14:paraId="0D21F3EE" w14:textId="0C19A55A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B20B7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Wykł., Ćwicz.</w:t>
            </w:r>
          </w:p>
        </w:tc>
      </w:tr>
      <w:tr w:rsidR="00AF3278" w:rsidRPr="00820A48" w14:paraId="298BFC8A" w14:textId="77777777" w:rsidTr="00D21E80">
        <w:trPr>
          <w:trHeight w:val="340"/>
        </w:trPr>
        <w:tc>
          <w:tcPr>
            <w:tcW w:w="1915" w:type="dxa"/>
            <w:vAlign w:val="center"/>
          </w:tcPr>
          <w:p w14:paraId="56CD5ACA" w14:textId="21B1357F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EK_16</w:t>
            </w:r>
          </w:p>
        </w:tc>
        <w:tc>
          <w:tcPr>
            <w:tcW w:w="4875" w:type="dxa"/>
            <w:vAlign w:val="center"/>
          </w:tcPr>
          <w:p w14:paraId="1F20DB90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Egzamin pisemny, kolokwium</w:t>
            </w:r>
          </w:p>
        </w:tc>
        <w:tc>
          <w:tcPr>
            <w:tcW w:w="2190" w:type="dxa"/>
          </w:tcPr>
          <w:p w14:paraId="4A93F788" w14:textId="635F277D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B20B7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Wykł., Ćwicz.</w:t>
            </w:r>
          </w:p>
        </w:tc>
      </w:tr>
      <w:tr w:rsidR="00AF3278" w:rsidRPr="00820A48" w14:paraId="57D53C12" w14:textId="77777777" w:rsidTr="00F243AD">
        <w:trPr>
          <w:trHeight w:val="340"/>
        </w:trPr>
        <w:tc>
          <w:tcPr>
            <w:tcW w:w="1915" w:type="dxa"/>
            <w:vAlign w:val="center"/>
          </w:tcPr>
          <w:p w14:paraId="7A6415B1" w14:textId="00BEED0B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EK_17</w:t>
            </w:r>
          </w:p>
        </w:tc>
        <w:tc>
          <w:tcPr>
            <w:tcW w:w="4875" w:type="dxa"/>
            <w:vAlign w:val="center"/>
          </w:tcPr>
          <w:p w14:paraId="6CA12627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7D4193EF" w14:textId="7DCD394A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B016D0">
              <w:rPr>
                <w:rFonts w:ascii="Corbel" w:hAnsi="Corbel"/>
                <w:b w:val="0"/>
                <w:smallCaps w:val="0"/>
                <w:sz w:val="23"/>
                <w:szCs w:val="23"/>
              </w:rPr>
              <w:t>Ćwicz.</w:t>
            </w:r>
          </w:p>
        </w:tc>
      </w:tr>
      <w:tr w:rsidR="00AF3278" w:rsidRPr="00820A48" w14:paraId="348B9B8B" w14:textId="77777777" w:rsidTr="00F243AD">
        <w:trPr>
          <w:trHeight w:val="340"/>
        </w:trPr>
        <w:tc>
          <w:tcPr>
            <w:tcW w:w="1915" w:type="dxa"/>
            <w:vAlign w:val="center"/>
          </w:tcPr>
          <w:p w14:paraId="2A6E6F4F" w14:textId="705227C5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EK_18</w:t>
            </w:r>
          </w:p>
        </w:tc>
        <w:tc>
          <w:tcPr>
            <w:tcW w:w="4875" w:type="dxa"/>
            <w:vAlign w:val="center"/>
          </w:tcPr>
          <w:p w14:paraId="69B0EB56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Projekt</w:t>
            </w:r>
          </w:p>
        </w:tc>
        <w:tc>
          <w:tcPr>
            <w:tcW w:w="2190" w:type="dxa"/>
          </w:tcPr>
          <w:p w14:paraId="43412094" w14:textId="5868432E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B016D0">
              <w:rPr>
                <w:rFonts w:ascii="Corbel" w:hAnsi="Corbel"/>
                <w:b w:val="0"/>
                <w:smallCaps w:val="0"/>
                <w:sz w:val="23"/>
                <w:szCs w:val="23"/>
              </w:rPr>
              <w:t>Ćwicz.</w:t>
            </w:r>
          </w:p>
        </w:tc>
      </w:tr>
      <w:tr w:rsidR="00AF3278" w:rsidRPr="00820A48" w14:paraId="54800EE8" w14:textId="77777777" w:rsidTr="00F243AD">
        <w:trPr>
          <w:trHeight w:val="340"/>
        </w:trPr>
        <w:tc>
          <w:tcPr>
            <w:tcW w:w="1915" w:type="dxa"/>
            <w:vAlign w:val="center"/>
          </w:tcPr>
          <w:p w14:paraId="6ADAEBCD" w14:textId="3A69BE85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EK_19</w:t>
            </w:r>
          </w:p>
        </w:tc>
        <w:tc>
          <w:tcPr>
            <w:tcW w:w="4875" w:type="dxa"/>
            <w:vAlign w:val="center"/>
          </w:tcPr>
          <w:p w14:paraId="6B94FC2D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Projekt, kolokwium</w:t>
            </w:r>
          </w:p>
        </w:tc>
        <w:tc>
          <w:tcPr>
            <w:tcW w:w="2190" w:type="dxa"/>
          </w:tcPr>
          <w:p w14:paraId="4D9B28FB" w14:textId="43030F4C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B016D0">
              <w:rPr>
                <w:rFonts w:ascii="Corbel" w:hAnsi="Corbel"/>
                <w:b w:val="0"/>
                <w:smallCaps w:val="0"/>
                <w:sz w:val="23"/>
                <w:szCs w:val="23"/>
              </w:rPr>
              <w:t>Ćwicz.</w:t>
            </w:r>
          </w:p>
        </w:tc>
      </w:tr>
      <w:tr w:rsidR="00AF3278" w:rsidRPr="00820A48" w14:paraId="0D6146D4" w14:textId="77777777" w:rsidTr="00F243AD">
        <w:trPr>
          <w:trHeight w:val="340"/>
        </w:trPr>
        <w:tc>
          <w:tcPr>
            <w:tcW w:w="1915" w:type="dxa"/>
            <w:vAlign w:val="center"/>
          </w:tcPr>
          <w:p w14:paraId="4FC8BF6F" w14:textId="03314F21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EK_20</w:t>
            </w:r>
          </w:p>
        </w:tc>
        <w:tc>
          <w:tcPr>
            <w:tcW w:w="4875" w:type="dxa"/>
            <w:vAlign w:val="center"/>
          </w:tcPr>
          <w:p w14:paraId="6364E767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Projekt</w:t>
            </w:r>
          </w:p>
        </w:tc>
        <w:tc>
          <w:tcPr>
            <w:tcW w:w="2190" w:type="dxa"/>
          </w:tcPr>
          <w:p w14:paraId="310E51B4" w14:textId="1A1578BD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B016D0">
              <w:rPr>
                <w:rFonts w:ascii="Corbel" w:hAnsi="Corbel"/>
                <w:b w:val="0"/>
                <w:smallCaps w:val="0"/>
                <w:sz w:val="23"/>
                <w:szCs w:val="23"/>
              </w:rPr>
              <w:t>Ćwicz.</w:t>
            </w:r>
          </w:p>
        </w:tc>
      </w:tr>
      <w:tr w:rsidR="00AF3278" w:rsidRPr="00820A48" w14:paraId="21BB8457" w14:textId="77777777" w:rsidTr="00F243AD">
        <w:trPr>
          <w:trHeight w:val="340"/>
        </w:trPr>
        <w:tc>
          <w:tcPr>
            <w:tcW w:w="1915" w:type="dxa"/>
            <w:vAlign w:val="center"/>
          </w:tcPr>
          <w:p w14:paraId="67E6DDB9" w14:textId="6B5CE464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EK_21</w:t>
            </w:r>
          </w:p>
        </w:tc>
        <w:tc>
          <w:tcPr>
            <w:tcW w:w="4875" w:type="dxa"/>
            <w:vAlign w:val="center"/>
          </w:tcPr>
          <w:p w14:paraId="1ED4F094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Projekt</w:t>
            </w:r>
          </w:p>
        </w:tc>
        <w:tc>
          <w:tcPr>
            <w:tcW w:w="2190" w:type="dxa"/>
          </w:tcPr>
          <w:p w14:paraId="6A1E2698" w14:textId="70136B0F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B016D0">
              <w:rPr>
                <w:rFonts w:ascii="Corbel" w:hAnsi="Corbel"/>
                <w:b w:val="0"/>
                <w:smallCaps w:val="0"/>
                <w:sz w:val="23"/>
                <w:szCs w:val="23"/>
              </w:rPr>
              <w:t>Ćwicz.</w:t>
            </w:r>
          </w:p>
        </w:tc>
      </w:tr>
      <w:tr w:rsidR="00AF3278" w:rsidRPr="00820A48" w14:paraId="3FD7EFBD" w14:textId="77777777" w:rsidTr="00E61660">
        <w:trPr>
          <w:trHeight w:val="340"/>
        </w:trPr>
        <w:tc>
          <w:tcPr>
            <w:tcW w:w="1915" w:type="dxa"/>
            <w:vAlign w:val="center"/>
          </w:tcPr>
          <w:p w14:paraId="31D0BF65" w14:textId="15789FDE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EK_22</w:t>
            </w:r>
          </w:p>
        </w:tc>
        <w:tc>
          <w:tcPr>
            <w:tcW w:w="4875" w:type="dxa"/>
            <w:vAlign w:val="center"/>
          </w:tcPr>
          <w:p w14:paraId="304B4B9A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53A0187A" w14:textId="7EC647D4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E6F0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Wykł., Ćwicz.</w:t>
            </w:r>
          </w:p>
        </w:tc>
      </w:tr>
      <w:tr w:rsidR="00AF3278" w:rsidRPr="00820A48" w14:paraId="3EE63371" w14:textId="77777777" w:rsidTr="00E61660">
        <w:trPr>
          <w:trHeight w:val="340"/>
        </w:trPr>
        <w:tc>
          <w:tcPr>
            <w:tcW w:w="1915" w:type="dxa"/>
            <w:vAlign w:val="center"/>
          </w:tcPr>
          <w:p w14:paraId="5A150352" w14:textId="57C66B22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EK_23</w:t>
            </w:r>
          </w:p>
        </w:tc>
        <w:tc>
          <w:tcPr>
            <w:tcW w:w="4875" w:type="dxa"/>
            <w:vAlign w:val="center"/>
          </w:tcPr>
          <w:p w14:paraId="732D3C93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2979C0CD" w14:textId="030EB8EC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E6F0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Wykł., Ćwicz.</w:t>
            </w:r>
          </w:p>
        </w:tc>
      </w:tr>
      <w:tr w:rsidR="00AF3278" w:rsidRPr="00820A48" w14:paraId="6CA115FB" w14:textId="77777777" w:rsidTr="00E61660">
        <w:trPr>
          <w:trHeight w:val="340"/>
        </w:trPr>
        <w:tc>
          <w:tcPr>
            <w:tcW w:w="1915" w:type="dxa"/>
            <w:vAlign w:val="center"/>
          </w:tcPr>
          <w:p w14:paraId="20504E05" w14:textId="576DB50D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EK_24</w:t>
            </w:r>
          </w:p>
        </w:tc>
        <w:tc>
          <w:tcPr>
            <w:tcW w:w="4875" w:type="dxa"/>
            <w:vAlign w:val="center"/>
          </w:tcPr>
          <w:p w14:paraId="43CDD2BC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4A1A439F" w14:textId="2A0D3314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E6F0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Wykł., Ćwicz.</w:t>
            </w:r>
          </w:p>
        </w:tc>
      </w:tr>
      <w:tr w:rsidR="00AF3278" w:rsidRPr="00820A48" w14:paraId="4735E7AF" w14:textId="77777777" w:rsidTr="00E61660">
        <w:trPr>
          <w:trHeight w:val="340"/>
        </w:trPr>
        <w:tc>
          <w:tcPr>
            <w:tcW w:w="1915" w:type="dxa"/>
            <w:vAlign w:val="center"/>
          </w:tcPr>
          <w:p w14:paraId="7AD53B9C" w14:textId="4F74EBA8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EK_25</w:t>
            </w:r>
          </w:p>
        </w:tc>
        <w:tc>
          <w:tcPr>
            <w:tcW w:w="4875" w:type="dxa"/>
            <w:vAlign w:val="center"/>
          </w:tcPr>
          <w:p w14:paraId="615CD292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41071177" w14:textId="1788DA74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E6F0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Wykł., Ćwicz.</w:t>
            </w:r>
          </w:p>
        </w:tc>
      </w:tr>
      <w:tr w:rsidR="00AF3278" w:rsidRPr="00820A48" w14:paraId="2D7A9D97" w14:textId="77777777" w:rsidTr="00E61660">
        <w:trPr>
          <w:trHeight w:val="340"/>
        </w:trPr>
        <w:tc>
          <w:tcPr>
            <w:tcW w:w="1915" w:type="dxa"/>
            <w:vAlign w:val="center"/>
          </w:tcPr>
          <w:p w14:paraId="7A05FC2A" w14:textId="2924CB8B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EK_26</w:t>
            </w:r>
          </w:p>
        </w:tc>
        <w:tc>
          <w:tcPr>
            <w:tcW w:w="4875" w:type="dxa"/>
            <w:vAlign w:val="center"/>
          </w:tcPr>
          <w:p w14:paraId="52A7BE0F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08332762" w14:textId="15E006B6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E6F0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Wykł., Ćwicz.</w:t>
            </w:r>
          </w:p>
        </w:tc>
      </w:tr>
      <w:tr w:rsidR="00AF3278" w:rsidRPr="00820A48" w14:paraId="191A7E69" w14:textId="77777777" w:rsidTr="00E61660">
        <w:trPr>
          <w:trHeight w:val="340"/>
        </w:trPr>
        <w:tc>
          <w:tcPr>
            <w:tcW w:w="1915" w:type="dxa"/>
            <w:vAlign w:val="center"/>
          </w:tcPr>
          <w:p w14:paraId="53FC6C2B" w14:textId="60CA267C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EK_27</w:t>
            </w:r>
          </w:p>
        </w:tc>
        <w:tc>
          <w:tcPr>
            <w:tcW w:w="4875" w:type="dxa"/>
            <w:vAlign w:val="center"/>
          </w:tcPr>
          <w:p w14:paraId="15CE7DF2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2DC27BF7" w14:textId="741136F5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E6F0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Wykł., Ćwicz.</w:t>
            </w:r>
          </w:p>
        </w:tc>
      </w:tr>
      <w:tr w:rsidR="00AF3278" w:rsidRPr="00820A48" w14:paraId="7410CF3A" w14:textId="77777777" w:rsidTr="00E61660">
        <w:trPr>
          <w:trHeight w:val="340"/>
        </w:trPr>
        <w:tc>
          <w:tcPr>
            <w:tcW w:w="1915" w:type="dxa"/>
            <w:vAlign w:val="center"/>
          </w:tcPr>
          <w:p w14:paraId="28704728" w14:textId="38FE07C1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EK_28</w:t>
            </w:r>
          </w:p>
        </w:tc>
        <w:tc>
          <w:tcPr>
            <w:tcW w:w="4875" w:type="dxa"/>
            <w:vAlign w:val="center"/>
          </w:tcPr>
          <w:p w14:paraId="7666882B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5682D421" w14:textId="795A15EB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E6F0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Wykł., Ćwicz.</w:t>
            </w:r>
          </w:p>
        </w:tc>
      </w:tr>
      <w:tr w:rsidR="00AF3278" w:rsidRPr="00820A48" w14:paraId="11B25F9C" w14:textId="77777777" w:rsidTr="00E61660">
        <w:trPr>
          <w:trHeight w:val="340"/>
        </w:trPr>
        <w:tc>
          <w:tcPr>
            <w:tcW w:w="1915" w:type="dxa"/>
            <w:vAlign w:val="center"/>
          </w:tcPr>
          <w:p w14:paraId="43EACAB9" w14:textId="30A7AD66" w:rsidR="00AF3278" w:rsidRPr="00AF3278" w:rsidRDefault="00AF3278" w:rsidP="00AF3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EK_29</w:t>
            </w:r>
          </w:p>
        </w:tc>
        <w:tc>
          <w:tcPr>
            <w:tcW w:w="4875" w:type="dxa"/>
            <w:vAlign w:val="center"/>
          </w:tcPr>
          <w:p w14:paraId="216FEF5B" w14:textId="77777777" w:rsidR="00AF3278" w:rsidRPr="00AF3278" w:rsidRDefault="00AF3278" w:rsidP="00AF3278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AF3278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5E3E28DC" w14:textId="15F2C943" w:rsidR="00AF3278" w:rsidRPr="00AF3278" w:rsidRDefault="00AF3278" w:rsidP="00AF3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AE6F0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Wykł., Ćwicz.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A9E36" w14:textId="77777777" w:rsidR="00AF3278" w:rsidRDefault="00AF327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1A97AA7" w14:textId="450C9D11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4.2</w:t>
      </w:r>
      <w:r w:rsidR="00AF3278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56FA7D30" w14:textId="77777777" w:rsidTr="00923D7D">
        <w:tc>
          <w:tcPr>
            <w:tcW w:w="9670" w:type="dxa"/>
          </w:tcPr>
          <w:p w14:paraId="168AC4E3" w14:textId="77777777" w:rsidR="00711561" w:rsidRPr="006E4620" w:rsidRDefault="00711561" w:rsidP="00AF3278">
            <w:pPr>
              <w:spacing w:before="120" w:after="0" w:line="240" w:lineRule="auto"/>
              <w:rPr>
                <w:rFonts w:ascii="Corbel" w:eastAsia="Cambria" w:hAnsi="Corbel"/>
                <w:sz w:val="23"/>
                <w:szCs w:val="23"/>
              </w:rPr>
            </w:pPr>
            <w:r w:rsidRPr="006E4620">
              <w:rPr>
                <w:rFonts w:ascii="Corbel" w:eastAsia="Cambria" w:hAnsi="Corbel"/>
                <w:b/>
                <w:sz w:val="23"/>
                <w:szCs w:val="23"/>
              </w:rPr>
              <w:t>Wykład</w:t>
            </w:r>
            <w:r w:rsidRPr="006E4620">
              <w:rPr>
                <w:rFonts w:ascii="Corbel" w:eastAsia="Cambria" w:hAnsi="Corbel"/>
                <w:sz w:val="23"/>
                <w:szCs w:val="23"/>
              </w:rPr>
              <w:t xml:space="preserve"> –  Warunkiem dopuszczenia do egzaminu jest zaliczenie ćwiczeń. Egzamin odbywa się w formie pisemnej (praca pisemna w formie odpowiedzi (opisu) na pięć przedstawionych pytań) lub testowej (50 pytań jednokrotnego wyboru). </w:t>
            </w:r>
          </w:p>
          <w:p w14:paraId="64AFE771" w14:textId="77777777" w:rsidR="00711561" w:rsidRPr="006E4620" w:rsidRDefault="00711561" w:rsidP="00AF3278">
            <w:pPr>
              <w:spacing w:after="0" w:line="240" w:lineRule="auto"/>
              <w:rPr>
                <w:rFonts w:ascii="Corbel" w:eastAsia="Cambria" w:hAnsi="Corbel"/>
                <w:sz w:val="23"/>
                <w:szCs w:val="23"/>
              </w:rPr>
            </w:pPr>
            <w:r w:rsidRPr="006E4620">
              <w:rPr>
                <w:rFonts w:ascii="Corbel" w:eastAsia="Cambria" w:hAnsi="Corbel"/>
                <w:sz w:val="23"/>
                <w:szCs w:val="23"/>
              </w:rPr>
              <w:t>Na egzaminie przedterminowym – metoda ustna. Student otrzymuje 5 pytań problemowych.</w:t>
            </w:r>
          </w:p>
          <w:p w14:paraId="4B4ED5FB" w14:textId="77777777" w:rsidR="00711561" w:rsidRPr="006E4620" w:rsidRDefault="00711561" w:rsidP="00AF3278">
            <w:pPr>
              <w:spacing w:before="120" w:after="0" w:line="240" w:lineRule="auto"/>
              <w:rPr>
                <w:rFonts w:ascii="Corbel" w:hAnsi="Corbel"/>
                <w:sz w:val="23"/>
                <w:szCs w:val="23"/>
              </w:rPr>
            </w:pPr>
            <w:r w:rsidRPr="006E4620">
              <w:rPr>
                <w:rFonts w:ascii="Corbel" w:hAnsi="Corbel"/>
                <w:sz w:val="23"/>
                <w:szCs w:val="23"/>
              </w:rPr>
              <w:t>Punkty uzyskane za egzamin są przeliczane na procenty, którym odpowiadają oceny:</w:t>
            </w:r>
          </w:p>
          <w:p w14:paraId="2A73E8A9" w14:textId="77777777" w:rsidR="00711561" w:rsidRPr="006E4620" w:rsidRDefault="00711561" w:rsidP="00AF3278">
            <w:pPr>
              <w:spacing w:after="0" w:line="240" w:lineRule="auto"/>
              <w:rPr>
                <w:rFonts w:ascii="Corbel" w:eastAsia="Cambria" w:hAnsi="Corbel"/>
                <w:sz w:val="23"/>
                <w:szCs w:val="23"/>
              </w:rPr>
            </w:pPr>
            <w:r w:rsidRPr="006E4620">
              <w:rPr>
                <w:rFonts w:ascii="Corbel" w:eastAsia="Cambria" w:hAnsi="Corbel"/>
                <w:sz w:val="23"/>
                <w:szCs w:val="23"/>
              </w:rPr>
              <w:t>- do 50% - niedostateczny,</w:t>
            </w:r>
          </w:p>
          <w:p w14:paraId="3BB15324" w14:textId="77777777" w:rsidR="00711561" w:rsidRPr="006E4620" w:rsidRDefault="00711561" w:rsidP="00AF3278">
            <w:pPr>
              <w:spacing w:after="0" w:line="240" w:lineRule="auto"/>
              <w:rPr>
                <w:rFonts w:ascii="Corbel" w:eastAsia="Cambria" w:hAnsi="Corbel"/>
                <w:sz w:val="23"/>
                <w:szCs w:val="23"/>
              </w:rPr>
            </w:pPr>
            <w:r w:rsidRPr="006E4620">
              <w:rPr>
                <w:rFonts w:ascii="Corbel" w:eastAsia="Cambria" w:hAnsi="Corbel"/>
                <w:sz w:val="23"/>
                <w:szCs w:val="23"/>
              </w:rPr>
              <w:t>-  51% - 60% - dostateczny,</w:t>
            </w:r>
          </w:p>
          <w:p w14:paraId="1CCF6B51" w14:textId="77777777" w:rsidR="00711561" w:rsidRPr="006E4620" w:rsidRDefault="00711561" w:rsidP="00AF3278">
            <w:pPr>
              <w:spacing w:after="0" w:line="240" w:lineRule="auto"/>
              <w:rPr>
                <w:rFonts w:ascii="Corbel" w:eastAsia="Cambria" w:hAnsi="Corbel"/>
                <w:sz w:val="23"/>
                <w:szCs w:val="23"/>
              </w:rPr>
            </w:pPr>
            <w:r w:rsidRPr="006E4620">
              <w:rPr>
                <w:rFonts w:ascii="Corbel" w:eastAsia="Cambria" w:hAnsi="Corbel"/>
                <w:sz w:val="23"/>
                <w:szCs w:val="23"/>
              </w:rPr>
              <w:t>-  61% - 70% - dostateczny plus,</w:t>
            </w:r>
          </w:p>
          <w:p w14:paraId="5C54B0BB" w14:textId="77777777" w:rsidR="00711561" w:rsidRPr="006E4620" w:rsidRDefault="00711561" w:rsidP="00AF3278">
            <w:pPr>
              <w:spacing w:after="0" w:line="240" w:lineRule="auto"/>
              <w:rPr>
                <w:rFonts w:ascii="Corbel" w:eastAsia="Cambria" w:hAnsi="Corbel"/>
                <w:sz w:val="23"/>
                <w:szCs w:val="23"/>
              </w:rPr>
            </w:pPr>
            <w:r w:rsidRPr="006E4620">
              <w:rPr>
                <w:rFonts w:ascii="Corbel" w:eastAsia="Cambria" w:hAnsi="Corbel"/>
                <w:sz w:val="23"/>
                <w:szCs w:val="23"/>
              </w:rPr>
              <w:t>- 71% - 80% - dobry,</w:t>
            </w:r>
          </w:p>
          <w:p w14:paraId="380CD984" w14:textId="77777777" w:rsidR="00711561" w:rsidRPr="006E4620" w:rsidRDefault="00711561" w:rsidP="00AF3278">
            <w:pPr>
              <w:spacing w:after="0" w:line="240" w:lineRule="auto"/>
              <w:rPr>
                <w:rFonts w:ascii="Corbel" w:eastAsia="Cambria" w:hAnsi="Corbel"/>
                <w:sz w:val="23"/>
                <w:szCs w:val="23"/>
              </w:rPr>
            </w:pPr>
            <w:r w:rsidRPr="006E4620">
              <w:rPr>
                <w:rFonts w:ascii="Corbel" w:eastAsia="Cambria" w:hAnsi="Corbel"/>
                <w:sz w:val="23"/>
                <w:szCs w:val="23"/>
              </w:rPr>
              <w:t>- 81% -  90% - dobry plus,</w:t>
            </w:r>
          </w:p>
          <w:p w14:paraId="60015FCA" w14:textId="77777777" w:rsidR="00711561" w:rsidRPr="006E4620" w:rsidRDefault="00711561" w:rsidP="00AF3278">
            <w:pPr>
              <w:spacing w:after="0" w:line="240" w:lineRule="auto"/>
              <w:rPr>
                <w:rFonts w:ascii="Corbel" w:eastAsia="Cambria" w:hAnsi="Corbel"/>
                <w:sz w:val="23"/>
                <w:szCs w:val="23"/>
              </w:rPr>
            </w:pPr>
            <w:r w:rsidRPr="006E4620">
              <w:rPr>
                <w:rFonts w:ascii="Corbel" w:eastAsia="Cambria" w:hAnsi="Corbel"/>
                <w:sz w:val="23"/>
                <w:szCs w:val="23"/>
              </w:rPr>
              <w:t>- 91% -  100% - bardzo dobry</w:t>
            </w:r>
          </w:p>
          <w:p w14:paraId="25B2B4D4" w14:textId="77777777" w:rsidR="00711561" w:rsidRPr="006E4620" w:rsidRDefault="00711561" w:rsidP="00AF3278">
            <w:pPr>
              <w:spacing w:before="120" w:after="0" w:line="240" w:lineRule="auto"/>
              <w:rPr>
                <w:rFonts w:ascii="Corbel" w:hAnsi="Corbel"/>
                <w:sz w:val="23"/>
                <w:szCs w:val="23"/>
              </w:rPr>
            </w:pPr>
            <w:r w:rsidRPr="006E4620">
              <w:rPr>
                <w:rFonts w:ascii="Corbel" w:eastAsia="Cambria" w:hAnsi="Corbel"/>
                <w:b/>
                <w:sz w:val="23"/>
                <w:szCs w:val="23"/>
              </w:rPr>
              <w:t>Ćwiczenia</w:t>
            </w:r>
            <w:r w:rsidRPr="006E4620">
              <w:rPr>
                <w:rFonts w:ascii="Corbel" w:eastAsia="Cambria" w:hAnsi="Corbel"/>
                <w:sz w:val="23"/>
                <w:szCs w:val="23"/>
              </w:rPr>
              <w:t xml:space="preserve"> – </w:t>
            </w:r>
            <w:r w:rsidRPr="006E4620">
              <w:rPr>
                <w:rFonts w:ascii="Corbel" w:hAnsi="Corbel"/>
                <w:sz w:val="23"/>
                <w:szCs w:val="23"/>
              </w:rPr>
              <w:t>Planowane są dwa kolokwia w formie pisemnej lub testowej. Ocena z kolokwium zależna jest o liczby uzyskanych punktów. Na ocenę końcową, poza oceną z pracy pisemnej, składają się również aktywność podczas zajęć oraz obecność na zajęciach.</w:t>
            </w:r>
          </w:p>
          <w:p w14:paraId="53CFF751" w14:textId="77777777" w:rsidR="00711561" w:rsidRPr="006E4620" w:rsidRDefault="00711561" w:rsidP="00AF3278">
            <w:pPr>
              <w:spacing w:after="0" w:line="240" w:lineRule="auto"/>
              <w:rPr>
                <w:rFonts w:ascii="Corbel" w:hAnsi="Corbel"/>
                <w:sz w:val="23"/>
                <w:szCs w:val="23"/>
              </w:rPr>
            </w:pPr>
            <w:r w:rsidRPr="006E4620">
              <w:rPr>
                <w:rFonts w:ascii="Corbel" w:hAnsi="Corbel"/>
                <w:sz w:val="23"/>
                <w:szCs w:val="23"/>
              </w:rPr>
              <w:t xml:space="preserve">75% oceny stanowią wyniki kolokwiów, 25% ocena aktywności  na zajęciach. </w:t>
            </w:r>
          </w:p>
          <w:p w14:paraId="484BC6A9" w14:textId="77777777" w:rsidR="00711561" w:rsidRPr="006E4620" w:rsidRDefault="00711561" w:rsidP="00AF3278">
            <w:pPr>
              <w:spacing w:before="120" w:after="0" w:line="240" w:lineRule="auto"/>
              <w:rPr>
                <w:rFonts w:ascii="Corbel" w:hAnsi="Corbel"/>
                <w:sz w:val="23"/>
                <w:szCs w:val="23"/>
              </w:rPr>
            </w:pPr>
            <w:r w:rsidRPr="006E4620">
              <w:rPr>
                <w:rFonts w:ascii="Corbel" w:hAnsi="Corbel"/>
                <w:sz w:val="23"/>
                <w:szCs w:val="23"/>
              </w:rPr>
              <w:t>Punkty uzyskane za kolokwia są przeliczane na procenty, którym odpowiadają oceny:</w:t>
            </w:r>
          </w:p>
          <w:p w14:paraId="1E1122BB" w14:textId="77777777" w:rsidR="00711561" w:rsidRPr="006E4620" w:rsidRDefault="00711561" w:rsidP="00AF3278">
            <w:pPr>
              <w:spacing w:after="0" w:line="240" w:lineRule="auto"/>
              <w:rPr>
                <w:rFonts w:ascii="Corbel" w:hAnsi="Corbel"/>
                <w:sz w:val="23"/>
                <w:szCs w:val="23"/>
              </w:rPr>
            </w:pPr>
            <w:r w:rsidRPr="006E4620">
              <w:rPr>
                <w:rFonts w:ascii="Corbel" w:hAnsi="Corbel"/>
                <w:sz w:val="23"/>
                <w:szCs w:val="23"/>
              </w:rPr>
              <w:t>- do 50% - niedostateczny,</w:t>
            </w:r>
          </w:p>
          <w:p w14:paraId="126E118A" w14:textId="77777777" w:rsidR="00711561" w:rsidRPr="006E4620" w:rsidRDefault="00711561" w:rsidP="00AF3278">
            <w:pPr>
              <w:spacing w:after="0" w:line="240" w:lineRule="auto"/>
              <w:rPr>
                <w:rFonts w:ascii="Corbel" w:hAnsi="Corbel"/>
                <w:sz w:val="23"/>
                <w:szCs w:val="23"/>
              </w:rPr>
            </w:pPr>
            <w:r w:rsidRPr="006E4620">
              <w:rPr>
                <w:rFonts w:ascii="Corbel" w:hAnsi="Corbel"/>
                <w:sz w:val="23"/>
                <w:szCs w:val="23"/>
              </w:rPr>
              <w:t>-  51% - 60% - dostateczny,</w:t>
            </w:r>
          </w:p>
          <w:p w14:paraId="23A3980D" w14:textId="77777777" w:rsidR="00711561" w:rsidRPr="006E4620" w:rsidRDefault="00711561" w:rsidP="00AF3278">
            <w:pPr>
              <w:spacing w:after="0" w:line="240" w:lineRule="auto"/>
              <w:rPr>
                <w:rFonts w:ascii="Corbel" w:hAnsi="Corbel"/>
                <w:sz w:val="23"/>
                <w:szCs w:val="23"/>
              </w:rPr>
            </w:pPr>
            <w:r w:rsidRPr="006E4620">
              <w:rPr>
                <w:rFonts w:ascii="Corbel" w:hAnsi="Corbel"/>
                <w:sz w:val="23"/>
                <w:szCs w:val="23"/>
              </w:rPr>
              <w:t>-  61% - 70% - dostateczny plus,</w:t>
            </w:r>
          </w:p>
          <w:p w14:paraId="560CF80C" w14:textId="77777777" w:rsidR="00711561" w:rsidRPr="006E4620" w:rsidRDefault="00711561" w:rsidP="00AF3278">
            <w:pPr>
              <w:spacing w:after="0" w:line="240" w:lineRule="auto"/>
              <w:rPr>
                <w:rFonts w:ascii="Corbel" w:hAnsi="Corbel"/>
                <w:sz w:val="23"/>
                <w:szCs w:val="23"/>
              </w:rPr>
            </w:pPr>
            <w:r w:rsidRPr="006E4620">
              <w:rPr>
                <w:rFonts w:ascii="Corbel" w:hAnsi="Corbel"/>
                <w:sz w:val="23"/>
                <w:szCs w:val="23"/>
              </w:rPr>
              <w:t>- 71% - 80% - dobry,</w:t>
            </w:r>
          </w:p>
          <w:p w14:paraId="61EA5233" w14:textId="77777777" w:rsidR="00417CEB" w:rsidRDefault="00711561" w:rsidP="00AF3278">
            <w:pPr>
              <w:spacing w:after="0" w:line="240" w:lineRule="auto"/>
              <w:rPr>
                <w:rFonts w:ascii="Corbel" w:hAnsi="Corbel"/>
                <w:sz w:val="23"/>
                <w:szCs w:val="23"/>
              </w:rPr>
            </w:pPr>
            <w:r w:rsidRPr="006E4620">
              <w:rPr>
                <w:rFonts w:ascii="Corbel" w:hAnsi="Corbel"/>
                <w:sz w:val="23"/>
                <w:szCs w:val="23"/>
              </w:rPr>
              <w:t>- 81% -  90% - dobry plus,</w:t>
            </w:r>
          </w:p>
          <w:p w14:paraId="3FA5CEC7" w14:textId="0CF84AF7" w:rsidR="0085747A" w:rsidRPr="00417CEB" w:rsidRDefault="00711561" w:rsidP="00AF3278">
            <w:pPr>
              <w:spacing w:after="120" w:line="240" w:lineRule="auto"/>
              <w:rPr>
                <w:rFonts w:ascii="Corbel" w:hAnsi="Corbel"/>
                <w:sz w:val="23"/>
                <w:szCs w:val="23"/>
              </w:rPr>
            </w:pPr>
            <w:r w:rsidRPr="006E4620">
              <w:rPr>
                <w:rFonts w:ascii="Corbel" w:hAnsi="Corbel"/>
                <w:sz w:val="23"/>
                <w:szCs w:val="23"/>
              </w:rPr>
              <w:t>- 91% - 100% - bardzo dobry</w:t>
            </w:r>
          </w:p>
        </w:tc>
      </w:tr>
    </w:tbl>
    <w:p w14:paraId="62A16C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E86C9" w14:textId="77777777" w:rsidR="009F4610" w:rsidRPr="00B169DF" w:rsidRDefault="0085747A" w:rsidP="00AF3278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B169DF" w14:paraId="2C55D360" w14:textId="77777777" w:rsidTr="00AF3278">
        <w:tc>
          <w:tcPr>
            <w:tcW w:w="5245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4620" w:rsidRPr="00B169DF" w14:paraId="67FF57F9" w14:textId="77777777" w:rsidTr="00AF3278">
        <w:tc>
          <w:tcPr>
            <w:tcW w:w="5245" w:type="dxa"/>
          </w:tcPr>
          <w:p w14:paraId="739AC344" w14:textId="77777777" w:rsidR="006E4620" w:rsidRPr="00B169DF" w:rsidRDefault="006E46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94" w:type="dxa"/>
          </w:tcPr>
          <w:p w14:paraId="6A3A260B" w14:textId="77777777" w:rsidR="006E4620" w:rsidRPr="000074D5" w:rsidRDefault="006E4620" w:rsidP="000F663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Wykład – 60 godz.</w:t>
            </w:r>
          </w:p>
          <w:p w14:paraId="13420D27" w14:textId="53D27672" w:rsidR="006E4620" w:rsidRPr="00B169DF" w:rsidRDefault="006E46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 xml:space="preserve">Ćwiczenia – </w:t>
            </w:r>
            <w:r>
              <w:rPr>
                <w:rFonts w:ascii="Corbel" w:hAnsi="Corbel"/>
                <w:sz w:val="24"/>
                <w:szCs w:val="24"/>
              </w:rPr>
              <w:t>45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4620" w:rsidRPr="00B169DF" w14:paraId="4992C99B" w14:textId="77777777" w:rsidTr="00AF3278">
        <w:tc>
          <w:tcPr>
            <w:tcW w:w="5245" w:type="dxa"/>
          </w:tcPr>
          <w:p w14:paraId="49DEDE3F" w14:textId="77777777" w:rsidR="006E4620" w:rsidRPr="00B169DF" w:rsidRDefault="006E46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00FB38" w14:textId="77777777" w:rsidR="006E4620" w:rsidRPr="00B169DF" w:rsidRDefault="006E46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94" w:type="dxa"/>
          </w:tcPr>
          <w:p w14:paraId="4C16D652" w14:textId="77777777" w:rsidR="006E4620" w:rsidRDefault="006E4620" w:rsidP="000F663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 – 3 godz.</w:t>
            </w:r>
          </w:p>
          <w:p w14:paraId="6EB24F22" w14:textId="2328D8A4" w:rsidR="006E4620" w:rsidRPr="00B169DF" w:rsidRDefault="006E46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– 2 godz.</w:t>
            </w:r>
          </w:p>
        </w:tc>
      </w:tr>
      <w:tr w:rsidR="006E4620" w:rsidRPr="00B169DF" w14:paraId="20C91050" w14:textId="77777777" w:rsidTr="00AF3278">
        <w:tc>
          <w:tcPr>
            <w:tcW w:w="5245" w:type="dxa"/>
          </w:tcPr>
          <w:p w14:paraId="1F4D1BB3" w14:textId="77777777" w:rsidR="006E4620" w:rsidRPr="00B169DF" w:rsidRDefault="006E46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C2C5414" w14:textId="77777777" w:rsidR="006E4620" w:rsidRPr="00B169DF" w:rsidRDefault="006E46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94" w:type="dxa"/>
          </w:tcPr>
          <w:p w14:paraId="710BBEAD" w14:textId="4AB32736" w:rsidR="006E4620" w:rsidRDefault="006E4620" w:rsidP="000F663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20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7BA269FD" w14:textId="6A9EEE67" w:rsidR="006E4620" w:rsidRPr="00B169DF" w:rsidRDefault="006E46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20 godz.</w:t>
            </w:r>
          </w:p>
        </w:tc>
      </w:tr>
      <w:tr w:rsidR="006E4620" w:rsidRPr="00B169DF" w14:paraId="01DB9C4E" w14:textId="77777777" w:rsidTr="00AF3278">
        <w:trPr>
          <w:trHeight w:val="337"/>
        </w:trPr>
        <w:tc>
          <w:tcPr>
            <w:tcW w:w="5245" w:type="dxa"/>
          </w:tcPr>
          <w:p w14:paraId="5C839B36" w14:textId="77777777" w:rsidR="006E4620" w:rsidRPr="00B169DF" w:rsidRDefault="006E46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3FE651C4" w14:textId="1CB61A9F" w:rsidR="006E4620" w:rsidRPr="00B169DF" w:rsidRDefault="006E46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E4620" w:rsidRPr="00B169DF" w14:paraId="2B806E76" w14:textId="77777777" w:rsidTr="00AF3278">
        <w:trPr>
          <w:trHeight w:val="379"/>
        </w:trPr>
        <w:tc>
          <w:tcPr>
            <w:tcW w:w="5245" w:type="dxa"/>
          </w:tcPr>
          <w:p w14:paraId="6108167B" w14:textId="77777777" w:rsidR="006E4620" w:rsidRPr="00B169DF" w:rsidRDefault="006E46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0E5344BB" w14:textId="48BA35BB" w:rsidR="006E4620" w:rsidRPr="00B169DF" w:rsidRDefault="006E46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91A6501" w14:textId="77777777" w:rsidR="0085747A" w:rsidRPr="00B169DF" w:rsidRDefault="00923D7D" w:rsidP="00AF327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85747A" w:rsidRPr="00B169DF" w14:paraId="3438DA50" w14:textId="77777777" w:rsidTr="00AF3278">
        <w:trPr>
          <w:trHeight w:val="397"/>
        </w:trPr>
        <w:tc>
          <w:tcPr>
            <w:tcW w:w="3828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14:paraId="063ED9DE" w14:textId="4A303047" w:rsidR="0085747A" w:rsidRPr="00B169DF" w:rsidRDefault="006E46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116160EA" w14:textId="77777777" w:rsidTr="00AF3278">
        <w:trPr>
          <w:trHeight w:val="397"/>
        </w:trPr>
        <w:tc>
          <w:tcPr>
            <w:tcW w:w="3828" w:type="dxa"/>
          </w:tcPr>
          <w:p w14:paraId="041BFF8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14:paraId="412707C1" w14:textId="03AF92A0" w:rsidR="0085747A" w:rsidRPr="00B169DF" w:rsidRDefault="006E46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175DCA" w14:textId="77777777" w:rsidR="00AF3278" w:rsidRDefault="00AF327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CB8586" w14:textId="77777777" w:rsidR="00AF3278" w:rsidRPr="00B169DF" w:rsidRDefault="00AF3278" w:rsidP="00AF327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LITERATURA </w:t>
      </w:r>
    </w:p>
    <w:p w14:paraId="60CE698D" w14:textId="77777777" w:rsidR="00AF3278" w:rsidRPr="00B169DF" w:rsidRDefault="00AF3278" w:rsidP="00AF327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F3278" w:rsidRPr="00B169DF" w14:paraId="3EB13515" w14:textId="77777777" w:rsidTr="007365FC">
        <w:trPr>
          <w:trHeight w:val="397"/>
        </w:trPr>
        <w:tc>
          <w:tcPr>
            <w:tcW w:w="7513" w:type="dxa"/>
          </w:tcPr>
          <w:p w14:paraId="69B43A6F" w14:textId="77777777" w:rsidR="00AF3278" w:rsidRPr="00751A95" w:rsidRDefault="00AF3278" w:rsidP="007365FC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751A9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232A9F6" w14:textId="77777777" w:rsidR="00AF3278" w:rsidRPr="00884920" w:rsidRDefault="00AF3278" w:rsidP="00AF327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before="60" w:after="0" w:line="240" w:lineRule="auto"/>
              <w:ind w:left="339" w:hanging="283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M. Rzewuski (red.), Postępowanie cywilne, wyd. 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5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Warszawa 202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5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14:paraId="2CAF22F4" w14:textId="77777777" w:rsidR="00AF3278" w:rsidRDefault="00AF3278" w:rsidP="00AF327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 W. Broniewicz, A. Marciniak, I. Kunicki, Postępowanie cywilne w zarysie, wyd. 1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4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Warszawa 202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3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14:paraId="55DCA349" w14:textId="77777777" w:rsidR="00AF3278" w:rsidRPr="00AA6C8E" w:rsidRDefault="00AF3278" w:rsidP="00AF327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AA6C8E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 xml:space="preserve">I. </w:t>
            </w:r>
            <w:r w:rsidRPr="00AA6C8E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Gil</w:t>
            </w:r>
            <w:r w:rsidRPr="00AA6C8E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 xml:space="preserve">, </w:t>
            </w:r>
            <w:r w:rsidRPr="00AA6C8E">
              <w:rPr>
                <w:rFonts w:ascii="Corbel" w:hAnsi="Corbel" w:cs="Open Sans"/>
                <w:color w:val="333333"/>
                <w:sz w:val="24"/>
                <w:szCs w:val="24"/>
              </w:rPr>
              <w:t>Zarys postępowania cywilnego z testami online</w:t>
            </w:r>
            <w:r w:rsidRPr="00AA6C8E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Warszawa  2025,</w:t>
            </w:r>
          </w:p>
          <w:p w14:paraId="0C710DA6" w14:textId="77777777" w:rsidR="00AF3278" w:rsidRDefault="00AF3278" w:rsidP="00AF327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M. Białecki, S. Kotas – Turoboyska, F. Manikowski, E. Płocha, 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br/>
              <w:t xml:space="preserve">E. Szczepanowska, Postępowanie cywilne. Vademecum, 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br/>
              <w:t xml:space="preserve">Warszawa 2023, </w:t>
            </w:r>
          </w:p>
          <w:p w14:paraId="682562E2" w14:textId="77777777" w:rsidR="00AF3278" w:rsidRPr="008966DA" w:rsidRDefault="00AF3278" w:rsidP="00AF327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Style w:val="Pogrubienie"/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FD578A">
              <w:rPr>
                <w:rStyle w:val="Pogrubienie"/>
                <w:rFonts w:ascii="Corbel" w:hAnsi="Corbel" w:cs="Open Sans"/>
                <w:b w:val="0"/>
                <w:bCs w:val="0"/>
                <w:color w:val="333333"/>
                <w:sz w:val="24"/>
                <w:szCs w:val="24"/>
              </w:rPr>
              <w:t>M</w:t>
            </w:r>
            <w:r w:rsidRPr="00FD578A">
              <w:rPr>
                <w:rStyle w:val="Pogrubienie"/>
                <w:rFonts w:ascii="Corbel" w:hAnsi="Corbel"/>
                <w:b w:val="0"/>
                <w:bCs w:val="0"/>
                <w:sz w:val="24"/>
                <w:szCs w:val="24"/>
              </w:rPr>
              <w:t xml:space="preserve">. </w:t>
            </w:r>
            <w:r w:rsidRPr="00FD578A">
              <w:rPr>
                <w:rStyle w:val="Pogrubienie"/>
                <w:rFonts w:ascii="Corbel" w:hAnsi="Corbel" w:cs="Open Sans"/>
                <w:b w:val="0"/>
                <w:bCs w:val="0"/>
                <w:color w:val="333333"/>
                <w:sz w:val="24"/>
                <w:szCs w:val="24"/>
              </w:rPr>
              <w:t xml:space="preserve">Dziurda, Kodeks postępowania cywilnego. Praktyczny komentarz do nowelizacji z 2023 roku, Lex 2023, </w:t>
            </w:r>
          </w:p>
          <w:p w14:paraId="7D4F602C" w14:textId="77777777" w:rsidR="00AF3278" w:rsidRPr="00FD578A" w:rsidRDefault="00AF3278" w:rsidP="00AF327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FD578A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T. Szanciło, Kodeks postępowania cywilnego. Tom I – II. Komentarz, Legalis 2023</w:t>
            </w:r>
          </w:p>
          <w:p w14:paraId="692983A6" w14:textId="77777777" w:rsidR="00AF3278" w:rsidRPr="00884920" w:rsidRDefault="00AF3278" w:rsidP="00AF327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 xml:space="preserve">A. Zieliński, </w:t>
            </w:r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>K. Flaga-Gieruszyńska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Postępowanie cywilne. Kompendium, Warszawa 202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4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14:paraId="78AC6752" w14:textId="77777777" w:rsidR="00AF3278" w:rsidRPr="00884920" w:rsidRDefault="00AF3278" w:rsidP="00AF327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Fonts w:ascii="Corbel" w:hAnsi="Corbel"/>
                <w:smallCaps/>
                <w:sz w:val="24"/>
                <w:szCs w:val="24"/>
              </w:rPr>
            </w:pP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T. Ereciński (red.), Kodeks postępowania cywilnego. Komentarz. </w:t>
            </w:r>
            <w:r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br/>
            </w: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Tom I. Postępowanie rozpoznawcze, Lex 20</w:t>
            </w:r>
            <w:r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23</w:t>
            </w: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,</w:t>
            </w:r>
          </w:p>
          <w:p w14:paraId="0904A3D6" w14:textId="77777777" w:rsidR="00AF3278" w:rsidRPr="00780353" w:rsidRDefault="00AF3278" w:rsidP="00AF327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Fonts w:ascii="Corbel" w:hAnsi="Corbel"/>
                <w:smallCaps/>
                <w:sz w:val="24"/>
                <w:szCs w:val="24"/>
              </w:rPr>
            </w:pP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A. Jakubecki (red.), Kodeks postępowania cywilnego. </w:t>
            </w:r>
            <w:r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br/>
            </w: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Komentarz do </w:t>
            </w:r>
            <w:r w:rsidRPr="00001CE2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wybranych przepisów nowelizacji 2019, Lex 2019,</w:t>
            </w:r>
          </w:p>
          <w:p w14:paraId="120E03B7" w14:textId="77777777" w:rsidR="00AF3278" w:rsidRPr="00780353" w:rsidRDefault="00AF3278" w:rsidP="00AF327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ind w:left="341" w:hanging="284"/>
              <w:rPr>
                <w:rFonts w:ascii="Corbel" w:hAnsi="Corbel"/>
                <w:smallCaps/>
                <w:sz w:val="24"/>
                <w:szCs w:val="24"/>
              </w:rPr>
            </w:pPr>
            <w:r w:rsidRPr="00780353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T. Wiśniewski (red), </w:t>
            </w:r>
            <w:r w:rsidRPr="00780353">
              <w:rPr>
                <w:rFonts w:ascii="Corbel" w:hAnsi="Corbel"/>
                <w:bCs/>
                <w:i/>
                <w:sz w:val="24"/>
                <w:szCs w:val="24"/>
                <w:shd w:val="clear" w:color="auto" w:fill="FFFFFF"/>
              </w:rPr>
              <w:t xml:space="preserve">Kodeks postępowania cywilnego. Komentarz. </w:t>
            </w:r>
            <w:r>
              <w:rPr>
                <w:rFonts w:ascii="Corbel" w:hAnsi="Corbel"/>
                <w:bCs/>
                <w:i/>
                <w:sz w:val="24"/>
                <w:szCs w:val="24"/>
                <w:shd w:val="clear" w:color="auto" w:fill="FFFFFF"/>
              </w:rPr>
              <w:br/>
            </w:r>
            <w:r w:rsidRPr="00780353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Tom 1-5, Warszawa 2021.</w:t>
            </w:r>
          </w:p>
        </w:tc>
      </w:tr>
      <w:tr w:rsidR="00AF3278" w:rsidRPr="00B169DF" w14:paraId="6DF43B34" w14:textId="77777777" w:rsidTr="007365FC">
        <w:trPr>
          <w:trHeight w:val="397"/>
        </w:trPr>
        <w:tc>
          <w:tcPr>
            <w:tcW w:w="7513" w:type="dxa"/>
          </w:tcPr>
          <w:p w14:paraId="2F4E49E9" w14:textId="77777777" w:rsidR="00AF3278" w:rsidRPr="00AA6C8E" w:rsidRDefault="00AF3278" w:rsidP="007365FC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AA6C8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9763CF8" w14:textId="77777777" w:rsidR="00AF3278" w:rsidRPr="00001CE2" w:rsidRDefault="00AF3278" w:rsidP="00AF3278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before="60"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M. Białecki, A. Klich, A. </w:t>
            </w:r>
            <w:r w:rsidRPr="00001CE2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Zieliński, </w:t>
            </w:r>
            <w:r w:rsidRPr="00001CE2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Pisma procesowe w sprawach cywilnych z objaśnieniami i płytą CD</w:t>
            </w:r>
            <w:r w:rsidRPr="00001CE2">
              <w:rPr>
                <w:rFonts w:ascii="Corbel" w:eastAsia="Cambria" w:hAnsi="Corbel"/>
                <w:spacing w:val="-4"/>
                <w:sz w:val="24"/>
                <w:szCs w:val="24"/>
              </w:rPr>
              <w:t>, Warszawa 202</w:t>
            </w:r>
            <w:r>
              <w:rPr>
                <w:rFonts w:ascii="Corbel" w:eastAsia="Cambria" w:hAnsi="Corbel"/>
                <w:spacing w:val="-4"/>
                <w:sz w:val="24"/>
                <w:szCs w:val="24"/>
              </w:rPr>
              <w:t>4,</w:t>
            </w:r>
          </w:p>
          <w:p w14:paraId="780DE150" w14:textId="77777777" w:rsidR="00AF3278" w:rsidRPr="00884920" w:rsidRDefault="00AF3278" w:rsidP="00AF3278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001CE2">
              <w:rPr>
                <w:rFonts w:ascii="Corbel" w:eastAsia="Cambria" w:hAnsi="Corbel"/>
                <w:sz w:val="24"/>
                <w:szCs w:val="24"/>
              </w:rPr>
              <w:t xml:space="preserve">K. Flaga – Gieruszyńska (red.) </w:t>
            </w:r>
            <w:r w:rsidRPr="00001CE2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Wzory</w:t>
            </w:r>
            <w:r w:rsidRPr="00884920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 xml:space="preserve"> pism procesowych w sprawach cywilnych i rejestrowych z objaśnieniami, </w:t>
            </w:r>
            <w:r w:rsidRPr="00884920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202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4,</w:t>
            </w:r>
          </w:p>
          <w:p w14:paraId="4789B77E" w14:textId="77777777" w:rsidR="00AF3278" w:rsidRPr="00884920" w:rsidRDefault="00AF3278" w:rsidP="00AF3278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H. Pietrzkowski, </w:t>
            </w:r>
            <w:r w:rsidRPr="00884920">
              <w:rPr>
                <w:rFonts w:ascii="Corbel" w:eastAsia="Cambria" w:hAnsi="Corbel"/>
                <w:i/>
                <w:sz w:val="24"/>
                <w:szCs w:val="24"/>
              </w:rPr>
              <w:t>Metodyka pracy sędziego w sprawach cywilnych</w:t>
            </w:r>
            <w:r w:rsidRPr="00884920">
              <w:rPr>
                <w:rFonts w:ascii="Corbel" w:eastAsia="Cambria" w:hAnsi="Corbel"/>
                <w:sz w:val="24"/>
                <w:szCs w:val="24"/>
              </w:rPr>
              <w:t>, Warszawa 2021,</w:t>
            </w:r>
          </w:p>
          <w:p w14:paraId="09513950" w14:textId="77777777" w:rsidR="00AF3278" w:rsidRPr="00884920" w:rsidRDefault="00AF3278" w:rsidP="00AF3278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H. Pietrzkowski, </w:t>
            </w:r>
            <w:r w:rsidRPr="00884920">
              <w:rPr>
                <w:rFonts w:ascii="Corbel" w:eastAsia="Cambria" w:hAnsi="Corbel"/>
                <w:i/>
                <w:sz w:val="24"/>
                <w:szCs w:val="24"/>
              </w:rPr>
              <w:t xml:space="preserve">Czynności procesowe zawodowego pełnomocnika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br/>
            </w:r>
            <w:r w:rsidRPr="00884920">
              <w:rPr>
                <w:rFonts w:ascii="Corbel" w:eastAsia="Cambria" w:hAnsi="Corbel"/>
                <w:i/>
                <w:sz w:val="24"/>
                <w:szCs w:val="24"/>
              </w:rPr>
              <w:t>w sprawach cywilnych</w:t>
            </w:r>
            <w:r w:rsidRPr="00884920">
              <w:rPr>
                <w:rFonts w:ascii="Corbel" w:eastAsia="Cambria" w:hAnsi="Corbel"/>
                <w:sz w:val="24"/>
                <w:szCs w:val="24"/>
              </w:rPr>
              <w:t>, Warszawa 202</w:t>
            </w:r>
            <w:r>
              <w:rPr>
                <w:rFonts w:ascii="Corbel" w:eastAsia="Cambria" w:hAnsi="Corbel"/>
                <w:sz w:val="24"/>
                <w:szCs w:val="24"/>
              </w:rPr>
              <w:t>4</w:t>
            </w:r>
            <w:r w:rsidRPr="00884920">
              <w:rPr>
                <w:rFonts w:ascii="Corbel" w:eastAsia="Cambria" w:hAnsi="Corbel"/>
                <w:sz w:val="24"/>
                <w:szCs w:val="24"/>
              </w:rPr>
              <w:t>,</w:t>
            </w:r>
          </w:p>
          <w:p w14:paraId="0C10720E" w14:textId="77777777" w:rsidR="00AF3278" w:rsidRPr="00780353" w:rsidRDefault="00AF3278" w:rsidP="00AF327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ind w:left="341" w:hanging="284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W. Siedlecki, </w:t>
            </w:r>
            <w:r w:rsidRPr="00884920"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 xml:space="preserve">Zarys postępowania cywilnego, 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Warszawa 1968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.</w:t>
            </w:r>
          </w:p>
        </w:tc>
      </w:tr>
    </w:tbl>
    <w:p w14:paraId="4D903BF7" w14:textId="77777777" w:rsidR="00AF3278" w:rsidRPr="00B169DF" w:rsidRDefault="00AF3278" w:rsidP="00AF327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595929" w14:textId="77777777" w:rsidR="00AF3278" w:rsidRPr="00B169DF" w:rsidRDefault="00AF3278" w:rsidP="00AF327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BE38FC" w14:textId="77777777" w:rsidR="00AF3278" w:rsidRPr="00B169DF" w:rsidRDefault="00AF3278" w:rsidP="00AF327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4C47D23" w14:textId="281FFD8D" w:rsidR="00AF3278" w:rsidRPr="00B169DF" w:rsidRDefault="00AF3278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AF3278" w:rsidRPr="00B169DF" w:rsidSect="00E90E82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B362B" w14:textId="77777777" w:rsidR="00EE09D5" w:rsidRDefault="00EE09D5" w:rsidP="00C16ABF">
      <w:pPr>
        <w:spacing w:after="0" w:line="240" w:lineRule="auto"/>
      </w:pPr>
      <w:r>
        <w:separator/>
      </w:r>
    </w:p>
  </w:endnote>
  <w:endnote w:type="continuationSeparator" w:id="0">
    <w:p w14:paraId="3BD3D4BA" w14:textId="77777777" w:rsidR="00EE09D5" w:rsidRDefault="00EE09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6D06B" w14:textId="77777777" w:rsidR="00EE09D5" w:rsidRDefault="00EE09D5" w:rsidP="00C16ABF">
      <w:pPr>
        <w:spacing w:after="0" w:line="240" w:lineRule="auto"/>
      </w:pPr>
      <w:r>
        <w:separator/>
      </w:r>
    </w:p>
  </w:footnote>
  <w:footnote w:type="continuationSeparator" w:id="0">
    <w:p w14:paraId="34C9A514" w14:textId="77777777" w:rsidR="00EE09D5" w:rsidRDefault="00EE09D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C14FF"/>
    <w:multiLevelType w:val="hybridMultilevel"/>
    <w:tmpl w:val="4F9C718A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1B526072"/>
    <w:multiLevelType w:val="hybridMultilevel"/>
    <w:tmpl w:val="6C56C0D0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25588570">
    <w:abstractNumId w:val="2"/>
  </w:num>
  <w:num w:numId="2" w16cid:durableId="742138743">
    <w:abstractNumId w:val="0"/>
  </w:num>
  <w:num w:numId="3" w16cid:durableId="207253628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79BF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2F37"/>
    <w:rsid w:val="001A70D2"/>
    <w:rsid w:val="001D657B"/>
    <w:rsid w:val="001D7B54"/>
    <w:rsid w:val="001E0209"/>
    <w:rsid w:val="001F2CA2"/>
    <w:rsid w:val="0021313B"/>
    <w:rsid w:val="002144C0"/>
    <w:rsid w:val="0022477D"/>
    <w:rsid w:val="002278A9"/>
    <w:rsid w:val="002336F9"/>
    <w:rsid w:val="0024028F"/>
    <w:rsid w:val="00244ABC"/>
    <w:rsid w:val="002465F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0FA"/>
    <w:rsid w:val="003B28C7"/>
    <w:rsid w:val="003C0BAE"/>
    <w:rsid w:val="003D18A9"/>
    <w:rsid w:val="003D6CE2"/>
    <w:rsid w:val="003E1941"/>
    <w:rsid w:val="003E2FE6"/>
    <w:rsid w:val="003E49D5"/>
    <w:rsid w:val="003F205D"/>
    <w:rsid w:val="003F38C0"/>
    <w:rsid w:val="004002F6"/>
    <w:rsid w:val="00414E3C"/>
    <w:rsid w:val="004162E4"/>
    <w:rsid w:val="00417CEB"/>
    <w:rsid w:val="0042244A"/>
    <w:rsid w:val="0042745A"/>
    <w:rsid w:val="00431D5C"/>
    <w:rsid w:val="004362C6"/>
    <w:rsid w:val="004379D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95B8E"/>
    <w:rsid w:val="005A0855"/>
    <w:rsid w:val="005A3196"/>
    <w:rsid w:val="005C080F"/>
    <w:rsid w:val="005C55E5"/>
    <w:rsid w:val="005C696A"/>
    <w:rsid w:val="005E6E85"/>
    <w:rsid w:val="005F31D2"/>
    <w:rsid w:val="005F41B9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4620"/>
    <w:rsid w:val="006E5D65"/>
    <w:rsid w:val="006F1282"/>
    <w:rsid w:val="006F1FBC"/>
    <w:rsid w:val="006F31E2"/>
    <w:rsid w:val="00706544"/>
    <w:rsid w:val="007072BA"/>
    <w:rsid w:val="00711561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036D"/>
    <w:rsid w:val="008449B3"/>
    <w:rsid w:val="008552A2"/>
    <w:rsid w:val="0085747A"/>
    <w:rsid w:val="00884922"/>
    <w:rsid w:val="00885F64"/>
    <w:rsid w:val="008917F9"/>
    <w:rsid w:val="008952F3"/>
    <w:rsid w:val="008A45F7"/>
    <w:rsid w:val="008B3C9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5F9"/>
    <w:rsid w:val="00916188"/>
    <w:rsid w:val="00923D7D"/>
    <w:rsid w:val="009508DF"/>
    <w:rsid w:val="00950DAC"/>
    <w:rsid w:val="00954A07"/>
    <w:rsid w:val="00964704"/>
    <w:rsid w:val="00997F14"/>
    <w:rsid w:val="009A78D9"/>
    <w:rsid w:val="009C3E31"/>
    <w:rsid w:val="009C54AE"/>
    <w:rsid w:val="009C788E"/>
    <w:rsid w:val="009D3F3B"/>
    <w:rsid w:val="009E0543"/>
    <w:rsid w:val="009E3B41"/>
    <w:rsid w:val="009E605D"/>
    <w:rsid w:val="009F3C5C"/>
    <w:rsid w:val="009F4402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9E9"/>
    <w:rsid w:val="00A84C85"/>
    <w:rsid w:val="00A97DE1"/>
    <w:rsid w:val="00AB053C"/>
    <w:rsid w:val="00AC335F"/>
    <w:rsid w:val="00AD1146"/>
    <w:rsid w:val="00AD27D3"/>
    <w:rsid w:val="00AD3D81"/>
    <w:rsid w:val="00AD66D6"/>
    <w:rsid w:val="00AE1160"/>
    <w:rsid w:val="00AE203C"/>
    <w:rsid w:val="00AE2E74"/>
    <w:rsid w:val="00AE57A3"/>
    <w:rsid w:val="00AE5FCB"/>
    <w:rsid w:val="00AF2C1E"/>
    <w:rsid w:val="00AF3278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64D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2A64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A2114"/>
    <w:rsid w:val="00DA463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877"/>
    <w:rsid w:val="00E51E44"/>
    <w:rsid w:val="00E63348"/>
    <w:rsid w:val="00E70F18"/>
    <w:rsid w:val="00E70F63"/>
    <w:rsid w:val="00E742AA"/>
    <w:rsid w:val="00E77E88"/>
    <w:rsid w:val="00E8107D"/>
    <w:rsid w:val="00E90E82"/>
    <w:rsid w:val="00E91CB1"/>
    <w:rsid w:val="00E960BB"/>
    <w:rsid w:val="00EA2074"/>
    <w:rsid w:val="00EA4832"/>
    <w:rsid w:val="00EA4E9D"/>
    <w:rsid w:val="00EC4899"/>
    <w:rsid w:val="00ED03AB"/>
    <w:rsid w:val="00ED32D2"/>
    <w:rsid w:val="00EE09D5"/>
    <w:rsid w:val="00EE32DE"/>
    <w:rsid w:val="00EE5457"/>
    <w:rsid w:val="00EF0E6E"/>
    <w:rsid w:val="00F070AB"/>
    <w:rsid w:val="00F17567"/>
    <w:rsid w:val="00F27A7B"/>
    <w:rsid w:val="00F526AF"/>
    <w:rsid w:val="00F617C3"/>
    <w:rsid w:val="00F61A26"/>
    <w:rsid w:val="00F7066B"/>
    <w:rsid w:val="00F83B28"/>
    <w:rsid w:val="00F9220E"/>
    <w:rsid w:val="00F974DA"/>
    <w:rsid w:val="00FA2ED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761FC496-5693-4FB3-B7DA-CE09BABD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DA46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3CAA1-5EF0-4132-A43C-7A52400A6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56</TotalTime>
  <Pages>1</Pages>
  <Words>2550</Words>
  <Characters>15306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17</cp:revision>
  <cp:lastPrinted>2025-10-24T07:35:00Z</cp:lastPrinted>
  <dcterms:created xsi:type="dcterms:W3CDTF">2025-05-29T10:49:00Z</dcterms:created>
  <dcterms:modified xsi:type="dcterms:W3CDTF">2025-10-30T11:42:00Z</dcterms:modified>
</cp:coreProperties>
</file>